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6269C" w14:textId="268A74C3" w:rsidR="00102AFC" w:rsidRDefault="00102AFC" w:rsidP="00102AFC">
      <w:pPr>
        <w:pStyle w:val="Titre1"/>
      </w:pPr>
      <w:r w:rsidRPr="00102AFC">
        <w:t xml:space="preserve">ANNEXES </w:t>
      </w:r>
      <w:r w:rsidR="00ED79B1">
        <w:t>–</w:t>
      </w:r>
      <w:r w:rsidRPr="00102AFC">
        <w:t xml:space="preserve"> </w:t>
      </w:r>
      <w:r w:rsidR="00ED79B1">
        <w:t xml:space="preserve">Séquence 4 – </w:t>
      </w:r>
      <w:r w:rsidR="00522315" w:rsidRPr="004D5B49">
        <w:t xml:space="preserve">Résoudre des problèmes additifs du type parties-tout </w:t>
      </w:r>
    </w:p>
    <w:p w14:paraId="4E27D973" w14:textId="622D8E7A" w:rsidR="002B0268" w:rsidRDefault="002B0268" w:rsidP="002B0268">
      <w:pPr>
        <w:rPr>
          <w:rFonts w:ascii="Marianne Medium" w:eastAsia="Calibri" w:hAnsi="Marianne Medium" w:cs="Arial"/>
          <w:color w:val="F29C52"/>
          <w:sz w:val="26"/>
          <w:szCs w:val="26"/>
        </w:rPr>
      </w:pPr>
      <w:r>
        <w:rPr>
          <w:rFonts w:ascii="Marianne Medium" w:eastAsia="Calibri" w:hAnsi="Marianne Medium" w:cs="Arial"/>
          <w:color w:val="F29C52"/>
          <w:sz w:val="26"/>
          <w:szCs w:val="26"/>
        </w:rPr>
        <w:t>Annexe 1 : exercices pour la séance 1 (séance longue</w:t>
      </w:r>
      <w:r w:rsidR="00576F1F">
        <w:rPr>
          <w:rFonts w:ascii="Marianne Medium" w:eastAsia="Calibri" w:hAnsi="Marianne Medium" w:cs="Arial"/>
          <w:color w:val="F29C52"/>
          <w:sz w:val="26"/>
          <w:szCs w:val="26"/>
        </w:rPr>
        <w:t>, calcul posé</w:t>
      </w:r>
      <w:r>
        <w:rPr>
          <w:rFonts w:ascii="Marianne Medium" w:eastAsia="Calibri" w:hAnsi="Marianne Medium" w:cs="Arial"/>
          <w:color w:val="F29C52"/>
          <w:sz w:val="26"/>
          <w:szCs w:val="26"/>
        </w:rPr>
        <w:t>)</w:t>
      </w:r>
    </w:p>
    <w:p w14:paraId="08BFD8FB" w14:textId="1C86EAA7" w:rsidR="00F010EA" w:rsidRPr="00F010EA" w:rsidRDefault="00ED79B1" w:rsidP="00F010EA">
      <w:r>
        <w:t>Les exercices de la séance 1</w:t>
      </w:r>
      <w:r w:rsidR="00F010EA">
        <w:t xml:space="preserve"> s’appuie</w:t>
      </w:r>
      <w:r w:rsidR="008F38FE">
        <w:t>nt</w:t>
      </w:r>
      <w:r w:rsidR="00F010EA">
        <w:t xml:space="preserve"> sur l’album de littérature de jeunesse </w:t>
      </w:r>
      <w:r w:rsidR="00F010EA" w:rsidRPr="00ED79B1">
        <w:rPr>
          <w:i/>
        </w:rPr>
        <w:t>Les trois brigands</w:t>
      </w:r>
      <w:r w:rsidR="00F010EA">
        <w:t xml:space="preserve"> de Tony Ungerer paru dans la collection les lutins de l’Ecole des loisirs, 2024.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57"/>
      </w:tblGrid>
      <w:tr w:rsidR="00ED79B1" w14:paraId="78A137B8" w14:textId="77777777" w:rsidTr="00E4660C">
        <w:tc>
          <w:tcPr>
            <w:tcW w:w="6657" w:type="dxa"/>
          </w:tcPr>
          <w:p w14:paraId="18FE6E55" w14:textId="77777777" w:rsidR="00ED79B1" w:rsidRDefault="00ED79B1" w:rsidP="00E4660C">
            <w:pPr>
              <w:spacing w:after="0"/>
              <w:rPr>
                <w:rFonts w:ascii="Arial" w:hAnsi="Arial" w:cs="Arial"/>
                <w:b/>
              </w:rPr>
            </w:pPr>
            <w:r w:rsidRPr="00576F1F">
              <w:rPr>
                <w:rFonts w:ascii="Arial" w:hAnsi="Arial" w:cs="Arial"/>
                <w:b/>
              </w:rPr>
              <w:t>Problème 1</w:t>
            </w:r>
          </w:p>
          <w:p w14:paraId="116890C2" w14:textId="29333855" w:rsidR="00ED79B1" w:rsidRPr="008C7A07" w:rsidRDefault="00ED79B1" w:rsidP="00175F26">
            <w:pPr>
              <w:spacing w:after="0"/>
              <w:rPr>
                <w:rFonts w:ascii="Arial" w:hAnsi="Arial" w:cs="Arial"/>
              </w:rPr>
            </w:pPr>
            <w:r w:rsidRPr="008C7A07">
              <w:rPr>
                <w:rFonts w:ascii="Arial" w:hAnsi="Arial" w:cs="Arial"/>
              </w:rPr>
              <w:t>Les brigands ont rangé 146 pièces dans deux coffres.</w:t>
            </w:r>
          </w:p>
          <w:p w14:paraId="738619EC" w14:textId="1C8EED3A" w:rsidR="00ED79B1" w:rsidRPr="008C7A07" w:rsidRDefault="00ED79B1" w:rsidP="00175F26">
            <w:pPr>
              <w:spacing w:after="0"/>
              <w:rPr>
                <w:rFonts w:ascii="Arial" w:hAnsi="Arial" w:cs="Arial"/>
              </w:rPr>
            </w:pPr>
            <w:r w:rsidRPr="008C7A07">
              <w:rPr>
                <w:rFonts w:ascii="Arial" w:hAnsi="Arial" w:cs="Arial"/>
              </w:rPr>
              <w:t>Il y a 34 pièces dans le coffre rouge.</w:t>
            </w:r>
          </w:p>
          <w:p w14:paraId="0FBFDE4E" w14:textId="3C9FD5F2" w:rsidR="00ED79B1" w:rsidRDefault="00ED79B1" w:rsidP="00E4660C">
            <w:pPr>
              <w:spacing w:after="0"/>
              <w:rPr>
                <w:rFonts w:ascii="Arial" w:hAnsi="Arial" w:cs="Arial"/>
              </w:rPr>
            </w:pPr>
            <w:r w:rsidRPr="008C7A07">
              <w:rPr>
                <w:rFonts w:ascii="Arial" w:hAnsi="Arial" w:cs="Arial"/>
              </w:rPr>
              <w:t>Combien de pièces y a-t-il dans le coffre bleu ?</w:t>
            </w:r>
          </w:p>
          <w:p w14:paraId="0F34D377" w14:textId="6168DAF1" w:rsidR="00ED79B1" w:rsidRPr="00E4660C" w:rsidRDefault="00ED79B1" w:rsidP="006D1BC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58B95E5" wp14:editId="647D4E55">
                  <wp:extent cx="1219200" cy="612814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403" cy="621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1" w14:paraId="4514E55D" w14:textId="77777777" w:rsidTr="00E4660C">
        <w:tc>
          <w:tcPr>
            <w:tcW w:w="6657" w:type="dxa"/>
          </w:tcPr>
          <w:p w14:paraId="5666CE36" w14:textId="379A8074" w:rsidR="00ED79B1" w:rsidRDefault="00ED79B1" w:rsidP="00E4660C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2</w:t>
            </w:r>
          </w:p>
          <w:p w14:paraId="2782831A" w14:textId="01C12A4E" w:rsidR="00ED79B1" w:rsidRPr="00175F26" w:rsidRDefault="00ED79B1" w:rsidP="00E306F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brigands ont rangé 95 bijoux</w:t>
            </w:r>
            <w:r w:rsidRPr="00175F26">
              <w:rPr>
                <w:rFonts w:ascii="Arial" w:hAnsi="Arial" w:cs="Arial"/>
              </w:rPr>
              <w:t xml:space="preserve"> dans deux coffres.</w:t>
            </w:r>
          </w:p>
          <w:p w14:paraId="54EC5370" w14:textId="3745FAC4" w:rsidR="00ED79B1" w:rsidRPr="00175F26" w:rsidRDefault="00ED79B1" w:rsidP="00E306F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y a 34 bijoux dans le coffre gris.</w:t>
            </w:r>
          </w:p>
          <w:p w14:paraId="4F92E261" w14:textId="6A8096AD" w:rsidR="00ED79B1" w:rsidRDefault="00ED79B1" w:rsidP="00E306F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de bijoux y a-t-il dans le coffre marron </w:t>
            </w:r>
            <w:r w:rsidRPr="00175F26">
              <w:rPr>
                <w:rFonts w:ascii="Arial" w:hAnsi="Arial" w:cs="Arial"/>
              </w:rPr>
              <w:t>?</w:t>
            </w:r>
          </w:p>
          <w:p w14:paraId="5BE39696" w14:textId="75C47231" w:rsidR="00ED79B1" w:rsidRPr="00E4660C" w:rsidRDefault="00ED79B1" w:rsidP="006D1BC2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2CC092F" wp14:editId="7EB9BB41">
                  <wp:extent cx="1299316" cy="661116"/>
                  <wp:effectExtent l="0" t="0" r="0" b="571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017" cy="67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1" w14:paraId="72BE82D6" w14:textId="77777777" w:rsidTr="00E4660C">
        <w:tc>
          <w:tcPr>
            <w:tcW w:w="6657" w:type="dxa"/>
          </w:tcPr>
          <w:p w14:paraId="15A3F560" w14:textId="77777777" w:rsidR="00ED79B1" w:rsidRPr="00576F1F" w:rsidRDefault="00ED79B1" w:rsidP="00175F26">
            <w:pPr>
              <w:spacing w:after="0"/>
              <w:rPr>
                <w:rFonts w:ascii="Arial" w:hAnsi="Arial" w:cs="Arial"/>
                <w:b/>
              </w:rPr>
            </w:pPr>
            <w:r w:rsidRPr="00576F1F">
              <w:rPr>
                <w:rFonts w:ascii="Arial" w:hAnsi="Arial" w:cs="Arial"/>
                <w:b/>
              </w:rPr>
              <w:t>Problème 3</w:t>
            </w:r>
          </w:p>
          <w:p w14:paraId="6CB79D08" w14:textId="6B625006" w:rsidR="00ED79B1" w:rsidRPr="00175F26" w:rsidRDefault="00ED79B1" w:rsidP="00175F26">
            <w:pPr>
              <w:spacing w:after="0"/>
              <w:rPr>
                <w:rFonts w:ascii="Arial" w:hAnsi="Arial" w:cs="Arial"/>
              </w:rPr>
            </w:pPr>
            <w:r w:rsidRPr="00175F26">
              <w:rPr>
                <w:rFonts w:ascii="Arial" w:hAnsi="Arial" w:cs="Arial"/>
              </w:rPr>
              <w:t xml:space="preserve">Les brigands ont </w:t>
            </w:r>
            <w:r>
              <w:rPr>
                <w:rFonts w:ascii="Arial" w:hAnsi="Arial" w:cs="Arial"/>
              </w:rPr>
              <w:t xml:space="preserve">rangé </w:t>
            </w:r>
            <w:r w:rsidRPr="00175F26">
              <w:rPr>
                <w:rFonts w:ascii="Arial" w:hAnsi="Arial" w:cs="Arial"/>
              </w:rPr>
              <w:t>des perles dans deux coffres.</w:t>
            </w:r>
          </w:p>
          <w:p w14:paraId="5B102DCC" w14:textId="77777777" w:rsidR="00ED79B1" w:rsidRPr="00175F26" w:rsidRDefault="00ED79B1" w:rsidP="00175F26">
            <w:pPr>
              <w:spacing w:after="0"/>
              <w:rPr>
                <w:rFonts w:ascii="Arial" w:hAnsi="Arial" w:cs="Arial"/>
              </w:rPr>
            </w:pPr>
            <w:r w:rsidRPr="00175F26">
              <w:rPr>
                <w:rFonts w:ascii="Arial" w:hAnsi="Arial" w:cs="Arial"/>
              </w:rPr>
              <w:t>Il y a 97 perles dans le coffre jaune.</w:t>
            </w:r>
          </w:p>
          <w:p w14:paraId="16B9C88C" w14:textId="77777777" w:rsidR="00ED79B1" w:rsidRPr="00175F26" w:rsidRDefault="00ED79B1" w:rsidP="00175F26">
            <w:pPr>
              <w:spacing w:after="0"/>
              <w:rPr>
                <w:rFonts w:ascii="Arial" w:hAnsi="Arial" w:cs="Arial"/>
              </w:rPr>
            </w:pPr>
            <w:r w:rsidRPr="00175F26">
              <w:rPr>
                <w:rFonts w:ascii="Arial" w:hAnsi="Arial" w:cs="Arial"/>
              </w:rPr>
              <w:t>Il y a 56 perles dans le coffre vert.</w:t>
            </w:r>
          </w:p>
          <w:p w14:paraId="20113B7E" w14:textId="50241EA0" w:rsidR="00ED79B1" w:rsidRDefault="00ED79B1" w:rsidP="00E306FF">
            <w:pPr>
              <w:spacing w:after="120"/>
              <w:rPr>
                <w:rFonts w:ascii="Arial" w:hAnsi="Arial" w:cs="Arial"/>
              </w:rPr>
            </w:pPr>
            <w:r w:rsidRPr="00175F26">
              <w:rPr>
                <w:rFonts w:ascii="Arial" w:hAnsi="Arial" w:cs="Arial"/>
              </w:rPr>
              <w:t>Combien de perles y a-t-il dans les deux coffres ?</w:t>
            </w:r>
          </w:p>
          <w:p w14:paraId="4DAFF7B4" w14:textId="30BCE73C" w:rsidR="00ED79B1" w:rsidRPr="00E306FF" w:rsidRDefault="00ED79B1" w:rsidP="006D1BC2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F338F46" wp14:editId="5DF58C7B">
                  <wp:extent cx="1402833" cy="516834"/>
                  <wp:effectExtent l="0" t="0" r="6985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875" cy="54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1" w14:paraId="67A9E8F7" w14:textId="77777777" w:rsidTr="00E4660C">
        <w:tc>
          <w:tcPr>
            <w:tcW w:w="6657" w:type="dxa"/>
          </w:tcPr>
          <w:p w14:paraId="754FE8C9" w14:textId="41AE0604" w:rsidR="00ED79B1" w:rsidRPr="00576F1F" w:rsidRDefault="00ED79B1" w:rsidP="00E306F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4</w:t>
            </w:r>
          </w:p>
          <w:p w14:paraId="15A252FE" w14:textId="6A90979B" w:rsidR="00ED79B1" w:rsidRPr="00175F26" w:rsidRDefault="00ED79B1" w:rsidP="00E306FF">
            <w:pPr>
              <w:spacing w:after="0"/>
              <w:rPr>
                <w:rFonts w:ascii="Arial" w:hAnsi="Arial" w:cs="Arial"/>
              </w:rPr>
            </w:pPr>
            <w:r w:rsidRPr="00175F26">
              <w:rPr>
                <w:rFonts w:ascii="Arial" w:hAnsi="Arial" w:cs="Arial"/>
              </w:rPr>
              <w:t>Les br</w:t>
            </w:r>
            <w:r>
              <w:rPr>
                <w:rFonts w:ascii="Arial" w:hAnsi="Arial" w:cs="Arial"/>
              </w:rPr>
              <w:t>igands ont rangé 245 pierres précieuses</w:t>
            </w:r>
            <w:r w:rsidRPr="00175F26">
              <w:rPr>
                <w:rFonts w:ascii="Arial" w:hAnsi="Arial" w:cs="Arial"/>
              </w:rPr>
              <w:t xml:space="preserve"> dans deux coffres.</w:t>
            </w:r>
          </w:p>
          <w:p w14:paraId="0F56AA60" w14:textId="46F45AE4" w:rsidR="00ED79B1" w:rsidRPr="00175F26" w:rsidRDefault="00ED79B1" w:rsidP="00E306F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y a 106 pierres précieuses dans le premier coffre.</w:t>
            </w:r>
          </w:p>
          <w:p w14:paraId="11AE52C4" w14:textId="2F385374" w:rsidR="00ED79B1" w:rsidRDefault="00ED79B1" w:rsidP="00547E97">
            <w:r>
              <w:rPr>
                <w:rFonts w:ascii="Arial" w:hAnsi="Arial" w:cs="Arial"/>
              </w:rPr>
              <w:t>Combien de pierres précieuses y a-t-il dans le</w:t>
            </w:r>
            <w:r w:rsidRPr="00175F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deuxième coffre</w:t>
            </w:r>
            <w:r w:rsidRPr="00175F26">
              <w:rPr>
                <w:rFonts w:ascii="Arial" w:hAnsi="Arial" w:cs="Arial"/>
              </w:rPr>
              <w:t xml:space="preserve"> ?</w:t>
            </w:r>
          </w:p>
        </w:tc>
      </w:tr>
      <w:tr w:rsidR="00ED79B1" w14:paraId="530D1D8F" w14:textId="77777777" w:rsidTr="00E4660C">
        <w:tc>
          <w:tcPr>
            <w:tcW w:w="6657" w:type="dxa"/>
          </w:tcPr>
          <w:p w14:paraId="02A6AAC7" w14:textId="4C06FA48" w:rsidR="00ED79B1" w:rsidRDefault="00ED79B1" w:rsidP="00E306F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5</w:t>
            </w:r>
          </w:p>
          <w:p w14:paraId="4EF24512" w14:textId="25E605EC" w:rsidR="00ED79B1" w:rsidRPr="00175F26" w:rsidRDefault="00ED79B1" w:rsidP="00E306F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brigands ont des chaussettes dans trois tiroirs.</w:t>
            </w:r>
          </w:p>
          <w:p w14:paraId="3F50A6E6" w14:textId="0A9EDD4F" w:rsidR="00ED79B1" w:rsidRDefault="00ED79B1" w:rsidP="00E306F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y a 36 chaussettes dans le premier tiroir.</w:t>
            </w:r>
          </w:p>
          <w:p w14:paraId="0B9CDDAB" w14:textId="096902C9" w:rsidR="00ED79B1" w:rsidRDefault="00ED79B1" w:rsidP="00E306F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y a 54 chaussettes dans le deuxième tiroir.</w:t>
            </w:r>
          </w:p>
          <w:p w14:paraId="1C9C9CAF" w14:textId="4D125E68" w:rsidR="00ED79B1" w:rsidRPr="00175F26" w:rsidRDefault="00ED79B1" w:rsidP="00E306F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y a 45 chaussettes dans le troisième tiroir.</w:t>
            </w:r>
          </w:p>
          <w:p w14:paraId="7C5B3BAC" w14:textId="4ECAB5EF" w:rsidR="00ED79B1" w:rsidRDefault="00ED79B1" w:rsidP="00E306FF">
            <w:r>
              <w:rPr>
                <w:rFonts w:ascii="Arial" w:hAnsi="Arial" w:cs="Arial"/>
              </w:rPr>
              <w:t>Combien de chaussettes y a-t-il dans les trois tiroirs ?</w:t>
            </w:r>
          </w:p>
        </w:tc>
      </w:tr>
    </w:tbl>
    <w:p w14:paraId="679A25CB" w14:textId="77777777" w:rsidR="006D1BC2" w:rsidRDefault="006D1BC2" w:rsidP="00E4660C">
      <w:pPr>
        <w:pStyle w:val="Titre2"/>
      </w:pPr>
    </w:p>
    <w:p w14:paraId="206D1AFA" w14:textId="721FDF11" w:rsidR="002B0268" w:rsidRDefault="002B0268" w:rsidP="00ED79B1">
      <w:pPr>
        <w:pStyle w:val="Titre2"/>
      </w:pPr>
      <w:r>
        <w:t>Annexe 2 : exercices pour la séance 2 (séance courte</w:t>
      </w:r>
      <w:r w:rsidR="00576F1F">
        <w:t>, calcul mental</w:t>
      </w:r>
      <w:r>
        <w:t>)</w:t>
      </w:r>
    </w:p>
    <w:p w14:paraId="3E4EBD98" w14:textId="29829890" w:rsidR="00ED79B1" w:rsidRPr="00F010EA" w:rsidRDefault="00ED79B1" w:rsidP="00ED79B1">
      <w:r>
        <w:t>Les exercices de la séance 2 s’appuie</w:t>
      </w:r>
      <w:r w:rsidR="008F38FE">
        <w:t>nt</w:t>
      </w:r>
      <w:r>
        <w:t xml:space="preserve"> sur l’album de littérature de jeunesse </w:t>
      </w:r>
      <w:r>
        <w:rPr>
          <w:i/>
        </w:rPr>
        <w:t xml:space="preserve">L’Afrique de Zigomar </w:t>
      </w:r>
      <w:r>
        <w:t>de Philippe Corentin paru dans la collection les lutins de l’Ecole des loisirs, 2023.</w:t>
      </w:r>
    </w:p>
    <w:p w14:paraId="4E7D7718" w14:textId="77777777" w:rsidR="00ED79B1" w:rsidRDefault="00ED79B1" w:rsidP="00ED79B1">
      <w:pPr>
        <w:spacing w:after="160" w:line="259" w:lineRule="auto"/>
      </w:pPr>
    </w:p>
    <w:tbl>
      <w:tblPr>
        <w:tblStyle w:val="Grilledutableau"/>
        <w:tblW w:w="6662" w:type="dxa"/>
        <w:tblLook w:val="04A0" w:firstRow="1" w:lastRow="0" w:firstColumn="1" w:lastColumn="0" w:noHBand="0" w:noVBand="1"/>
      </w:tblPr>
      <w:tblGrid>
        <w:gridCol w:w="6662"/>
      </w:tblGrid>
      <w:tr w:rsidR="00ED79B1" w14:paraId="3D26F6CB" w14:textId="77777777" w:rsidTr="00ED79B1">
        <w:tc>
          <w:tcPr>
            <w:tcW w:w="6662" w:type="dxa"/>
          </w:tcPr>
          <w:p w14:paraId="7F45B547" w14:textId="42172DB8" w:rsidR="00ED79B1" w:rsidRPr="00576F1F" w:rsidRDefault="00ED79B1" w:rsidP="00411CA5">
            <w:pPr>
              <w:spacing w:after="0"/>
              <w:rPr>
                <w:rFonts w:ascii="Arial" w:hAnsi="Arial" w:cs="Arial"/>
                <w:b/>
              </w:rPr>
            </w:pPr>
            <w:r w:rsidRPr="00576F1F">
              <w:rPr>
                <w:rFonts w:ascii="Arial" w:hAnsi="Arial" w:cs="Arial"/>
                <w:b/>
              </w:rPr>
              <w:t>Problème 1</w:t>
            </w:r>
          </w:p>
          <w:p w14:paraId="15E363EA" w14:textId="4A3D87E6" w:rsidR="00ED79B1" w:rsidRDefault="00ED79B1" w:rsidP="00D170A2">
            <w:pPr>
              <w:spacing w:after="0"/>
              <w:rPr>
                <w:rFonts w:ascii="Arial" w:hAnsi="Arial" w:cs="Arial"/>
              </w:rPr>
            </w:pPr>
            <w:r w:rsidRPr="00576F1F">
              <w:rPr>
                <w:rFonts w:ascii="Arial" w:hAnsi="Arial" w:cs="Arial"/>
              </w:rPr>
              <w:t>Zigomar et ses amis on</w:t>
            </w:r>
            <w:r>
              <w:rPr>
                <w:rFonts w:ascii="Arial" w:hAnsi="Arial" w:cs="Arial"/>
              </w:rPr>
              <w:t xml:space="preserve">t croisé 65 oies et 30 cigognes pendant leur voyage. </w:t>
            </w:r>
          </w:p>
          <w:p w14:paraId="7E9BE180" w14:textId="43C7AC95" w:rsidR="00ED79B1" w:rsidRPr="00576F1F" w:rsidRDefault="00ED79B1" w:rsidP="004A22F4">
            <w:pPr>
              <w:spacing w:after="120"/>
              <w:rPr>
                <w:rFonts w:ascii="Arial" w:hAnsi="Arial" w:cs="Arial"/>
              </w:rPr>
            </w:pPr>
            <w:r w:rsidRPr="00576F1F">
              <w:rPr>
                <w:rFonts w:ascii="Arial" w:hAnsi="Arial" w:cs="Arial"/>
              </w:rPr>
              <w:t xml:space="preserve">Combien d’oiseaux </w:t>
            </w:r>
            <w:r>
              <w:rPr>
                <w:rFonts w:ascii="Arial" w:hAnsi="Arial" w:cs="Arial"/>
              </w:rPr>
              <w:t xml:space="preserve">migrateurs </w:t>
            </w:r>
            <w:r w:rsidRPr="00576F1F">
              <w:rPr>
                <w:rFonts w:ascii="Arial" w:hAnsi="Arial" w:cs="Arial"/>
              </w:rPr>
              <w:t>ont-ils croisés ?</w:t>
            </w:r>
          </w:p>
        </w:tc>
      </w:tr>
      <w:tr w:rsidR="00ED79B1" w14:paraId="356B98E4" w14:textId="77777777" w:rsidTr="00ED79B1">
        <w:tc>
          <w:tcPr>
            <w:tcW w:w="6662" w:type="dxa"/>
            <w:tcBorders>
              <w:bottom w:val="single" w:sz="4" w:space="0" w:color="auto"/>
            </w:tcBorders>
          </w:tcPr>
          <w:p w14:paraId="0D55044F" w14:textId="0B91A487" w:rsidR="00ED79B1" w:rsidRPr="00576F1F" w:rsidRDefault="00ED79B1" w:rsidP="00411CA5">
            <w:pPr>
              <w:spacing w:after="0"/>
              <w:rPr>
                <w:rFonts w:ascii="Arial" w:hAnsi="Arial" w:cs="Arial"/>
                <w:b/>
              </w:rPr>
            </w:pPr>
            <w:r w:rsidRPr="00576F1F">
              <w:rPr>
                <w:rFonts w:ascii="Arial" w:hAnsi="Arial" w:cs="Arial"/>
                <w:b/>
              </w:rPr>
              <w:t>Problème 2</w:t>
            </w:r>
          </w:p>
          <w:p w14:paraId="11E57B74" w14:textId="7551F7A1" w:rsidR="00ED79B1" w:rsidRDefault="00ED79B1" w:rsidP="00576F1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76F1F">
              <w:rPr>
                <w:rFonts w:ascii="Arial" w:hAnsi="Arial" w:cs="Arial"/>
              </w:rPr>
              <w:t>endant son séjour</w:t>
            </w:r>
            <w:r>
              <w:rPr>
                <w:rFonts w:ascii="Arial" w:hAnsi="Arial" w:cs="Arial"/>
              </w:rPr>
              <w:t xml:space="preserve"> en Afrique, Ginette a vu 138 animaux : des crocodiles et 20 h</w:t>
            </w:r>
            <w:r w:rsidRPr="00576F1F">
              <w:rPr>
                <w:rFonts w:ascii="Arial" w:hAnsi="Arial" w:cs="Arial"/>
              </w:rPr>
              <w:t>ippopotames.</w:t>
            </w:r>
          </w:p>
          <w:p w14:paraId="1AD69700" w14:textId="1BC24822" w:rsidR="00ED79B1" w:rsidRPr="00576F1F" w:rsidRDefault="00ED79B1" w:rsidP="0051617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crocodiles</w:t>
            </w:r>
            <w:r w:rsidRPr="00576F1F">
              <w:rPr>
                <w:rFonts w:ascii="Arial" w:hAnsi="Arial" w:cs="Arial"/>
              </w:rPr>
              <w:t xml:space="preserve"> a-t-elle vus ?</w:t>
            </w:r>
          </w:p>
        </w:tc>
      </w:tr>
      <w:tr w:rsidR="00ED79B1" w14:paraId="3EB8FB77" w14:textId="77777777" w:rsidTr="00ED79B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D712" w14:textId="500FC30A" w:rsidR="00ED79B1" w:rsidRPr="00576F1F" w:rsidRDefault="00ED79B1" w:rsidP="00411CA5">
            <w:pPr>
              <w:spacing w:after="0"/>
              <w:rPr>
                <w:rFonts w:ascii="Arial" w:hAnsi="Arial" w:cs="Arial"/>
                <w:b/>
              </w:rPr>
            </w:pPr>
            <w:r w:rsidRPr="00576F1F">
              <w:rPr>
                <w:rFonts w:ascii="Arial" w:hAnsi="Arial" w:cs="Arial"/>
                <w:b/>
              </w:rPr>
              <w:t>Problème 3</w:t>
            </w:r>
          </w:p>
          <w:p w14:paraId="37E6F976" w14:textId="77777777" w:rsidR="00ED79B1" w:rsidRDefault="00ED79B1" w:rsidP="0079196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 matin, sur la banquise, un explorateur a vu un merle, une grenouille et une souris... </w:t>
            </w:r>
          </w:p>
          <w:p w14:paraId="7BD53E03" w14:textId="355890B7" w:rsidR="00ED79B1" w:rsidRPr="00576F1F" w:rsidRDefault="00ED79B1" w:rsidP="0079196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Cet après-midi, il a vu 50 pingouins et 50 morses. Combien d’animaux a-t-il vus cet après-midi ?</w:t>
            </w:r>
          </w:p>
        </w:tc>
      </w:tr>
    </w:tbl>
    <w:p w14:paraId="688C47ED" w14:textId="1DC356A2" w:rsidR="00844CCF" w:rsidRDefault="00844CCF" w:rsidP="00D170A2">
      <w:pPr>
        <w:pStyle w:val="Titre2"/>
      </w:pPr>
      <w:r>
        <w:t xml:space="preserve">Annexe 3 : exercices </w:t>
      </w:r>
      <w:r w:rsidR="00FE4C40">
        <w:t>pour la séance 3 (séance courte, calcul mental)</w:t>
      </w:r>
    </w:p>
    <w:p w14:paraId="333BC34B" w14:textId="784EAA04" w:rsidR="00ED79B1" w:rsidRPr="00F010EA" w:rsidRDefault="00ED79B1" w:rsidP="00ED79B1">
      <w:r>
        <w:t>Les exercices de la séance 3 s’appuie</w:t>
      </w:r>
      <w:r w:rsidR="008F38FE">
        <w:t>nt</w:t>
      </w:r>
      <w:r>
        <w:t xml:space="preserve"> sur l’album de littérature de jeunesse </w:t>
      </w:r>
      <w:r>
        <w:rPr>
          <w:i/>
        </w:rPr>
        <w:t xml:space="preserve">Zigomar n’aime pas les légumes </w:t>
      </w:r>
      <w:r>
        <w:t>de Philippe Corentin paru dans la collection les lutins de l’Ecole des loisirs, 2022.</w:t>
      </w:r>
    </w:p>
    <w:p w14:paraId="69DF3687" w14:textId="77777777" w:rsidR="00ED79B1" w:rsidRPr="00ED79B1" w:rsidRDefault="00ED79B1" w:rsidP="00ED79B1"/>
    <w:tbl>
      <w:tblPr>
        <w:tblStyle w:val="Grilledutableau"/>
        <w:tblW w:w="7193" w:type="dxa"/>
        <w:tblLook w:val="04A0" w:firstRow="1" w:lastRow="0" w:firstColumn="1" w:lastColumn="0" w:noHBand="0" w:noVBand="1"/>
      </w:tblPr>
      <w:tblGrid>
        <w:gridCol w:w="7193"/>
      </w:tblGrid>
      <w:tr w:rsidR="00ED79B1" w14:paraId="53C7CFA3" w14:textId="77777777" w:rsidTr="00ED79B1">
        <w:tc>
          <w:tcPr>
            <w:tcW w:w="7193" w:type="dxa"/>
          </w:tcPr>
          <w:p w14:paraId="2CC96D32" w14:textId="422048EA" w:rsidR="00ED79B1" w:rsidRDefault="00ED79B1" w:rsidP="009C47DF">
            <w:pPr>
              <w:spacing w:after="0"/>
              <w:rPr>
                <w:rFonts w:ascii="Arial" w:hAnsi="Arial" w:cs="Arial"/>
              </w:rPr>
            </w:pPr>
            <w:r w:rsidRPr="0000490E">
              <w:rPr>
                <w:rFonts w:ascii="Arial" w:hAnsi="Arial" w:cs="Arial"/>
                <w:b/>
              </w:rPr>
              <w:t>Problème 1</w:t>
            </w:r>
          </w:p>
          <w:p w14:paraId="1C3BF4AD" w14:textId="512EB6B4" w:rsidR="00ED79B1" w:rsidRDefault="00ED79B1" w:rsidP="009C47D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Zigomar dit qu’il se nourrit de vers de terre, mais pourtant …</w:t>
            </w:r>
          </w:p>
          <w:p w14:paraId="6B9A2161" w14:textId="6BBF12AA" w:rsidR="00ED79B1" w:rsidRDefault="00ED79B1" w:rsidP="009C47D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mai, Zigomar a mangé 50 cerises.</w:t>
            </w:r>
          </w:p>
          <w:p w14:paraId="2F39EA0E" w14:textId="77777777" w:rsidR="00ED79B1" w:rsidRDefault="00ED79B1" w:rsidP="0051617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juin, Zigomar a mangé 50 cerises.</w:t>
            </w:r>
          </w:p>
          <w:p w14:paraId="3F950AB0" w14:textId="0C302CF8" w:rsidR="00ED79B1" w:rsidRPr="0000490E" w:rsidRDefault="00ED79B1" w:rsidP="0051617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cerises Zigomar a-t-il mangées pendant ces 2 mois ?</w:t>
            </w:r>
          </w:p>
        </w:tc>
      </w:tr>
      <w:tr w:rsidR="00ED79B1" w14:paraId="42838363" w14:textId="77777777" w:rsidTr="00ED79B1">
        <w:tc>
          <w:tcPr>
            <w:tcW w:w="7193" w:type="dxa"/>
          </w:tcPr>
          <w:p w14:paraId="1C77DDA9" w14:textId="60864038" w:rsidR="00ED79B1" w:rsidRDefault="00ED79B1" w:rsidP="009C47DF">
            <w:pPr>
              <w:spacing w:after="0"/>
              <w:rPr>
                <w:rFonts w:ascii="Arial" w:hAnsi="Arial" w:cs="Arial"/>
                <w:b/>
              </w:rPr>
            </w:pPr>
            <w:r w:rsidRPr="0000490E">
              <w:rPr>
                <w:rFonts w:ascii="Arial" w:hAnsi="Arial" w:cs="Arial"/>
                <w:b/>
              </w:rPr>
              <w:t>Problème 2</w:t>
            </w:r>
          </w:p>
          <w:p w14:paraId="6B0794E5" w14:textId="5961A4CF" w:rsidR="00ED79B1" w:rsidRDefault="00ED79B1" w:rsidP="009C47D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 légumes sont en colère ! </w:t>
            </w:r>
          </w:p>
          <w:p w14:paraId="195A8920" w14:textId="0F0600F0" w:rsidR="00ED79B1" w:rsidRDefault="00ED79B1" w:rsidP="009C47D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Lundi, 280 légumes sont venus se plaindre chez le roi des végétaux : des navets et 100 poireaux.</w:t>
            </w:r>
          </w:p>
          <w:p w14:paraId="7F823DA3" w14:textId="576281AC" w:rsidR="00ED79B1" w:rsidRPr="0000490E" w:rsidRDefault="00ED79B1" w:rsidP="00E4660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navets sont venus se plaindre lundi chez le roi des végétaux ?</w:t>
            </w:r>
          </w:p>
        </w:tc>
      </w:tr>
      <w:tr w:rsidR="00ED79B1" w14:paraId="2C893F33" w14:textId="77777777" w:rsidTr="00ED79B1">
        <w:tc>
          <w:tcPr>
            <w:tcW w:w="7193" w:type="dxa"/>
          </w:tcPr>
          <w:p w14:paraId="4A543977" w14:textId="28C2E2FA" w:rsidR="00ED79B1" w:rsidRDefault="00ED79B1" w:rsidP="009C47D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3</w:t>
            </w:r>
          </w:p>
          <w:p w14:paraId="578A5946" w14:textId="636264E6" w:rsidR="00ED79B1" w:rsidRDefault="00ED79B1" w:rsidP="009C47D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 légumes sont encore en colère ! </w:t>
            </w:r>
          </w:p>
          <w:p w14:paraId="532868D1" w14:textId="10FD7D6A" w:rsidR="00ED79B1" w:rsidRDefault="00ED79B1" w:rsidP="009C47D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Mardi, 100 radis, 145 choux fleurs et 10 carottes sont venus se plaindre chez le roi des végétaux. </w:t>
            </w:r>
          </w:p>
          <w:p w14:paraId="59DDC988" w14:textId="56DD4BC1" w:rsidR="00ED79B1" w:rsidRPr="0000490E" w:rsidRDefault="00ED79B1" w:rsidP="005C66A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légumes sont venus se plaindre mardi chez le roi des végétaux ?</w:t>
            </w:r>
          </w:p>
        </w:tc>
      </w:tr>
    </w:tbl>
    <w:p w14:paraId="25B8FA1E" w14:textId="77777777" w:rsidR="006D1BC2" w:rsidRDefault="006D1BC2" w:rsidP="00955886">
      <w:pPr>
        <w:pStyle w:val="Titre2"/>
      </w:pPr>
    </w:p>
    <w:p w14:paraId="355AA89B" w14:textId="77777777" w:rsidR="006D1BC2" w:rsidRDefault="006D1BC2">
      <w:pPr>
        <w:spacing w:after="160" w:line="259" w:lineRule="auto"/>
        <w:rPr>
          <w:rFonts w:ascii="Marianne Medium" w:hAnsi="Marianne Medium"/>
          <w:color w:val="F29C52"/>
          <w:sz w:val="26"/>
          <w:szCs w:val="26"/>
        </w:rPr>
      </w:pPr>
      <w:r>
        <w:br w:type="page"/>
      </w:r>
    </w:p>
    <w:p w14:paraId="273AF115" w14:textId="446016E2" w:rsidR="004373FE" w:rsidRDefault="00577913" w:rsidP="00955886">
      <w:pPr>
        <w:pStyle w:val="Titre2"/>
      </w:pPr>
      <w:r>
        <w:lastRenderedPageBreak/>
        <w:t>Annexe 4 : exercices pour la séance 4 (séance individuelle, calcul posé)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AD7C61" w14:paraId="68A256CB" w14:textId="77777777" w:rsidTr="00585538">
        <w:tc>
          <w:tcPr>
            <w:tcW w:w="9067" w:type="dxa"/>
          </w:tcPr>
          <w:p w14:paraId="4F895499" w14:textId="4354F314" w:rsidR="00AD7C61" w:rsidRDefault="00AD7C61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1</w:t>
            </w:r>
          </w:p>
          <w:p w14:paraId="2CFE31DD" w14:textId="63360E30" w:rsidR="00AD7C61" w:rsidRDefault="00203FC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un placard, il y a 234</w:t>
            </w:r>
            <w:r w:rsidR="00AD7C61">
              <w:rPr>
                <w:rFonts w:ascii="Arial" w:hAnsi="Arial" w:cs="Arial"/>
              </w:rPr>
              <w:t xml:space="preserve"> cahiers : des grands et des petits.</w:t>
            </w:r>
          </w:p>
          <w:p w14:paraId="5E276198" w14:textId="2B52FEF2" w:rsidR="000A6726" w:rsidRDefault="00203FC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y a 115</w:t>
            </w:r>
            <w:r w:rsidR="00AD7C61">
              <w:rPr>
                <w:rFonts w:ascii="Arial" w:hAnsi="Arial" w:cs="Arial"/>
              </w:rPr>
              <w:t xml:space="preserve"> grands cahiers. </w:t>
            </w:r>
          </w:p>
          <w:p w14:paraId="47DC4726" w14:textId="00D878D5" w:rsidR="00AD7C61" w:rsidRPr="00D170A2" w:rsidRDefault="00AD7C61" w:rsidP="000A672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de petits cahiers y a-t-il dans </w:t>
            </w:r>
            <w:r w:rsidR="000A6726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e placard ?</w:t>
            </w:r>
          </w:p>
        </w:tc>
      </w:tr>
      <w:tr w:rsidR="00AD7C61" w14:paraId="0A1B1D25" w14:textId="77777777" w:rsidTr="00585538">
        <w:tc>
          <w:tcPr>
            <w:tcW w:w="9067" w:type="dxa"/>
          </w:tcPr>
          <w:p w14:paraId="36E8895B" w14:textId="7558D435" w:rsidR="00AD7C61" w:rsidRDefault="00AD7C61" w:rsidP="00585538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2</w:t>
            </w:r>
          </w:p>
          <w:p w14:paraId="6BD1EFFC" w14:textId="1A73E105" w:rsidR="00E74E3E" w:rsidRDefault="00E74E3E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un placard, il y a 48 dictionnaires et 124 bandes dessinées.</w:t>
            </w:r>
          </w:p>
          <w:p w14:paraId="61A1753A" w14:textId="1259293A" w:rsidR="00E74E3E" w:rsidRPr="00D170A2" w:rsidRDefault="00E74E3E" w:rsidP="000A672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</w:t>
            </w:r>
            <w:r w:rsidR="000A6726">
              <w:rPr>
                <w:rFonts w:ascii="Arial" w:hAnsi="Arial" w:cs="Arial"/>
              </w:rPr>
              <w:t>e livres y a-t-il dans c</w:t>
            </w:r>
            <w:r>
              <w:rPr>
                <w:rFonts w:ascii="Arial" w:hAnsi="Arial" w:cs="Arial"/>
              </w:rPr>
              <w:t>e placard ?</w:t>
            </w:r>
          </w:p>
        </w:tc>
      </w:tr>
      <w:tr w:rsidR="00AD7C61" w14:paraId="62633431" w14:textId="77777777" w:rsidTr="00585538">
        <w:tc>
          <w:tcPr>
            <w:tcW w:w="9067" w:type="dxa"/>
          </w:tcPr>
          <w:p w14:paraId="49A17DB2" w14:textId="2EA3ED14" w:rsidR="00AD7C61" w:rsidRPr="00AD7C61" w:rsidRDefault="00AD7C61" w:rsidP="00AD7C61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3</w:t>
            </w:r>
          </w:p>
          <w:p w14:paraId="210067AE" w14:textId="77777777" w:rsidR="006A04A0" w:rsidRDefault="00AD7C61" w:rsidP="006A04A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Lucie a 287 photos et Léo</w:t>
            </w:r>
            <w:r w:rsidRPr="00AD7C61">
              <w:rPr>
                <w:rFonts w:ascii="Arial" w:hAnsi="Arial" w:cs="Arial"/>
              </w:rPr>
              <w:t xml:space="preserve"> a 72</w:t>
            </w:r>
            <w:r>
              <w:rPr>
                <w:rFonts w:ascii="Arial" w:hAnsi="Arial" w:cs="Arial"/>
              </w:rPr>
              <w:t xml:space="preserve"> photos</w:t>
            </w:r>
            <w:r w:rsidRPr="00AD7C61">
              <w:rPr>
                <w:rFonts w:ascii="Arial" w:hAnsi="Arial" w:cs="Arial"/>
              </w:rPr>
              <w:t xml:space="preserve">. </w:t>
            </w:r>
            <w:r w:rsidR="006A04A0">
              <w:rPr>
                <w:rFonts w:ascii="Arial" w:hAnsi="Arial" w:cs="Arial"/>
              </w:rPr>
              <w:t>Ils les rangent dans le même album.</w:t>
            </w:r>
          </w:p>
          <w:p w14:paraId="005545CB" w14:textId="5D622A87" w:rsidR="00AD7C61" w:rsidRPr="00D170A2" w:rsidRDefault="006A04A0" w:rsidP="006A04A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photos rangent-ils ?</w:t>
            </w:r>
            <w:r w:rsidR="00AD7C61">
              <w:rPr>
                <w:rFonts w:ascii="Arial" w:hAnsi="Arial" w:cs="Arial"/>
              </w:rPr>
              <w:t xml:space="preserve"> </w:t>
            </w:r>
          </w:p>
        </w:tc>
      </w:tr>
      <w:tr w:rsidR="00AD7C61" w14:paraId="6B719DCB" w14:textId="77777777" w:rsidTr="00585538">
        <w:tc>
          <w:tcPr>
            <w:tcW w:w="9067" w:type="dxa"/>
          </w:tcPr>
          <w:p w14:paraId="12D62587" w14:textId="4CCB4574" w:rsidR="00AD7C61" w:rsidRDefault="00AD7C61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4</w:t>
            </w:r>
          </w:p>
          <w:p w14:paraId="5BB936A1" w14:textId="5D0F0BF3" w:rsidR="00E74E3E" w:rsidRPr="000A6726" w:rsidRDefault="000A6726" w:rsidP="000A672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parking peut contenir 350 voitures. 123 places sont libres. Combien de places sont occupées ? </w:t>
            </w:r>
          </w:p>
        </w:tc>
      </w:tr>
      <w:tr w:rsidR="000A6726" w14:paraId="54030A40" w14:textId="77777777" w:rsidTr="00585538">
        <w:tc>
          <w:tcPr>
            <w:tcW w:w="9067" w:type="dxa"/>
          </w:tcPr>
          <w:p w14:paraId="177F4239" w14:textId="254A472A" w:rsidR="000A6726" w:rsidRDefault="000A6726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5</w:t>
            </w:r>
          </w:p>
          <w:p w14:paraId="2D98E097" w14:textId="7DDF6A6E" w:rsidR="000A6726" w:rsidRDefault="000A6726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boulanger a préparé 60 croissants, 170 pains au chocolat, 250 chouquettes et 50 brioches.</w:t>
            </w:r>
          </w:p>
          <w:p w14:paraId="34C3BBA9" w14:textId="0DC1931C" w:rsidR="000A6726" w:rsidRPr="000A6726" w:rsidRDefault="000A6726" w:rsidP="00A65C3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viennoiseries a-t-il préparées</w:t>
            </w:r>
            <w:r w:rsidR="00A65C3C">
              <w:rPr>
                <w:rFonts w:ascii="Arial" w:hAnsi="Arial" w:cs="Arial"/>
              </w:rPr>
              <w:t> ?</w:t>
            </w:r>
          </w:p>
        </w:tc>
      </w:tr>
    </w:tbl>
    <w:p w14:paraId="02079D48" w14:textId="15F90F9F" w:rsidR="002574AA" w:rsidRPr="001F6FD7" w:rsidRDefault="00577913" w:rsidP="00955886">
      <w:pPr>
        <w:pStyle w:val="Titre2"/>
      </w:pPr>
      <w:r>
        <w:t>Annexe 5 : exercices pour la séance 5</w:t>
      </w:r>
      <w:r w:rsidR="002574AA">
        <w:t xml:space="preserve"> (évaluation intermédiaire)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55B82" w14:paraId="511E5FF9" w14:textId="77777777" w:rsidTr="00155B82">
        <w:tc>
          <w:tcPr>
            <w:tcW w:w="9067" w:type="dxa"/>
          </w:tcPr>
          <w:p w14:paraId="245E2D3B" w14:textId="274E6BDE" w:rsidR="00155B82" w:rsidRPr="00D170A2" w:rsidRDefault="005C66A8" w:rsidP="00405EF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1</w:t>
            </w:r>
          </w:p>
          <w:p w14:paraId="1902CF9D" w14:textId="693CF0F7" w:rsidR="00155B82" w:rsidRDefault="0029246F" w:rsidP="001F6FD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brigands ont</w:t>
            </w:r>
            <w:r w:rsidR="00155B82">
              <w:rPr>
                <w:rFonts w:ascii="Arial" w:hAnsi="Arial" w:cs="Arial"/>
              </w:rPr>
              <w:t xml:space="preserve"> 82</w:t>
            </w:r>
            <w:r w:rsidR="00155B82" w:rsidRPr="00E4660C">
              <w:rPr>
                <w:rFonts w:ascii="Arial" w:hAnsi="Arial" w:cs="Arial"/>
              </w:rPr>
              <w:t xml:space="preserve"> p</w:t>
            </w:r>
            <w:r w:rsidR="00155B82">
              <w:rPr>
                <w:rFonts w:ascii="Arial" w:hAnsi="Arial" w:cs="Arial"/>
              </w:rPr>
              <w:t>ièces dans un coffre rouge et 25</w:t>
            </w:r>
            <w:r w:rsidR="00155B82" w:rsidRPr="00E4660C">
              <w:rPr>
                <w:rFonts w:ascii="Arial" w:hAnsi="Arial" w:cs="Arial"/>
              </w:rPr>
              <w:t xml:space="preserve"> pièces dans un coffre vert.</w:t>
            </w:r>
          </w:p>
          <w:p w14:paraId="4BFA01A8" w14:textId="43ED9E11" w:rsidR="00155B82" w:rsidRPr="00D170A2" w:rsidRDefault="0029246F" w:rsidP="00155B8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pièces ont-ils</w:t>
            </w:r>
            <w:r w:rsidR="00155B82" w:rsidRPr="00E4660C">
              <w:rPr>
                <w:rFonts w:ascii="Arial" w:hAnsi="Arial" w:cs="Arial"/>
              </w:rPr>
              <w:t xml:space="preserve"> dans les deux coffres ?</w:t>
            </w:r>
          </w:p>
        </w:tc>
      </w:tr>
      <w:tr w:rsidR="00155B82" w14:paraId="0F06D192" w14:textId="77777777" w:rsidTr="00155B82">
        <w:tc>
          <w:tcPr>
            <w:tcW w:w="9067" w:type="dxa"/>
          </w:tcPr>
          <w:p w14:paraId="1554BA69" w14:textId="0C509520" w:rsidR="00155B82" w:rsidRPr="00D170A2" w:rsidRDefault="00155B82" w:rsidP="00405EF2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2</w:t>
            </w:r>
          </w:p>
          <w:p w14:paraId="5F527028" w14:textId="3F3C7698" w:rsidR="00155B82" w:rsidRDefault="00155B82" w:rsidP="001F6FD7">
            <w:pPr>
              <w:spacing w:after="0"/>
              <w:rPr>
                <w:rFonts w:ascii="Arial" w:hAnsi="Arial" w:cs="Arial"/>
              </w:rPr>
            </w:pPr>
            <w:r w:rsidRPr="00576F1F">
              <w:rPr>
                <w:rFonts w:ascii="Arial" w:hAnsi="Arial" w:cs="Arial"/>
              </w:rPr>
              <w:t>Zigomar et ses amis on</w:t>
            </w:r>
            <w:r>
              <w:rPr>
                <w:rFonts w:ascii="Arial" w:hAnsi="Arial" w:cs="Arial"/>
              </w:rPr>
              <w:t>t croisé 96 oiseaux migrateurs : des oies et 34 cigognes.</w:t>
            </w:r>
          </w:p>
          <w:p w14:paraId="43181C69" w14:textId="4AE6645A" w:rsidR="00155B82" w:rsidRPr="00D170A2" w:rsidRDefault="00155B82" w:rsidP="00155B8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d’oies</w:t>
            </w:r>
            <w:r w:rsidRPr="00576F1F">
              <w:rPr>
                <w:rFonts w:ascii="Arial" w:hAnsi="Arial" w:cs="Arial"/>
              </w:rPr>
              <w:t xml:space="preserve"> ont-ils croisé</w:t>
            </w:r>
            <w:r w:rsidR="005C66A8">
              <w:rPr>
                <w:rFonts w:ascii="Arial" w:hAnsi="Arial" w:cs="Arial"/>
              </w:rPr>
              <w:t>e</w:t>
            </w:r>
            <w:r w:rsidRPr="00576F1F">
              <w:rPr>
                <w:rFonts w:ascii="Arial" w:hAnsi="Arial" w:cs="Arial"/>
              </w:rPr>
              <w:t>s ?</w:t>
            </w:r>
          </w:p>
        </w:tc>
      </w:tr>
      <w:tr w:rsidR="00155B82" w14:paraId="5D140E2F" w14:textId="77777777" w:rsidTr="00155B82">
        <w:tc>
          <w:tcPr>
            <w:tcW w:w="9067" w:type="dxa"/>
          </w:tcPr>
          <w:p w14:paraId="13A29752" w14:textId="5F4F22D0" w:rsidR="00155B82" w:rsidRDefault="00155B82" w:rsidP="00405EF2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3</w:t>
            </w:r>
          </w:p>
          <w:p w14:paraId="1F7485DE" w14:textId="49862840" w:rsidR="00155B82" w:rsidRPr="0000490E" w:rsidRDefault="00155B82" w:rsidP="00933E4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Pendant les mois de mai et de juin, Zigomar a mangé 91 cerises.</w:t>
            </w:r>
            <w:r w:rsidR="00CF7B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En mai</w:t>
            </w:r>
            <w:r w:rsidRPr="0000490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il a mangé 32 cerises</w:t>
            </w:r>
            <w:r w:rsidRPr="0000490E">
              <w:rPr>
                <w:rFonts w:ascii="Arial" w:hAnsi="Arial" w:cs="Arial"/>
              </w:rPr>
              <w:t>.</w:t>
            </w:r>
          </w:p>
          <w:p w14:paraId="49910FB2" w14:textId="130BE501" w:rsidR="00155B82" w:rsidRPr="00D170A2" w:rsidRDefault="00155B82" w:rsidP="00155B8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cerises a-t-il mangées en juin</w:t>
            </w:r>
            <w:r w:rsidRPr="0000490E">
              <w:rPr>
                <w:rFonts w:ascii="Arial" w:hAnsi="Arial" w:cs="Arial"/>
              </w:rPr>
              <w:t> ?</w:t>
            </w:r>
          </w:p>
        </w:tc>
      </w:tr>
      <w:tr w:rsidR="00155B82" w14:paraId="6CAE371D" w14:textId="77777777" w:rsidTr="00155B82">
        <w:tc>
          <w:tcPr>
            <w:tcW w:w="9067" w:type="dxa"/>
          </w:tcPr>
          <w:p w14:paraId="5C3E2FDE" w14:textId="22C8DBF2" w:rsidR="00155B82" w:rsidRDefault="00155B82" w:rsidP="00405EF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4</w:t>
            </w:r>
          </w:p>
          <w:p w14:paraId="3259D51E" w14:textId="6F81170A" w:rsidR="00155B82" w:rsidRDefault="00155B82" w:rsidP="001F6FD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76F1F">
              <w:rPr>
                <w:rFonts w:ascii="Arial" w:hAnsi="Arial" w:cs="Arial"/>
              </w:rPr>
              <w:t>endant son séjour</w:t>
            </w:r>
            <w:r>
              <w:rPr>
                <w:rFonts w:ascii="Arial" w:hAnsi="Arial" w:cs="Arial"/>
              </w:rPr>
              <w:t xml:space="preserve"> en Afrique, </w:t>
            </w:r>
            <w:r w:rsidRPr="00576F1F">
              <w:rPr>
                <w:rFonts w:ascii="Arial" w:hAnsi="Arial" w:cs="Arial"/>
              </w:rPr>
              <w:t xml:space="preserve">Ginette a vu </w:t>
            </w:r>
            <w:r w:rsidR="00216F9B">
              <w:rPr>
                <w:rFonts w:ascii="Arial" w:hAnsi="Arial" w:cs="Arial"/>
              </w:rPr>
              <w:t>145 crocodiles et</w:t>
            </w:r>
            <w:r w:rsidR="000A67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57</w:t>
            </w:r>
            <w:r w:rsidR="00216F9B">
              <w:rPr>
                <w:rFonts w:ascii="Arial" w:hAnsi="Arial" w:cs="Arial"/>
              </w:rPr>
              <w:t xml:space="preserve"> hippopotames.</w:t>
            </w:r>
          </w:p>
          <w:p w14:paraId="7E71BEB6" w14:textId="7B0A1C09" w:rsidR="00155B82" w:rsidRPr="00D170A2" w:rsidRDefault="00155B82" w:rsidP="00155B82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Combien d’animaux</w:t>
            </w:r>
            <w:r w:rsidRPr="00576F1F">
              <w:rPr>
                <w:rFonts w:ascii="Arial" w:hAnsi="Arial" w:cs="Arial"/>
              </w:rPr>
              <w:t xml:space="preserve"> a-t-elle vus ?</w:t>
            </w:r>
          </w:p>
        </w:tc>
      </w:tr>
    </w:tbl>
    <w:p w14:paraId="731951D0" w14:textId="77777777" w:rsidR="00203FC1" w:rsidRDefault="00203FC1" w:rsidP="00B95AB4">
      <w:pPr>
        <w:rPr>
          <w:rFonts w:ascii="Marianne Medium" w:eastAsia="Calibri" w:hAnsi="Marianne Medium" w:cs="Arial"/>
          <w:color w:val="F29C52"/>
          <w:sz w:val="26"/>
          <w:szCs w:val="26"/>
        </w:rPr>
      </w:pPr>
    </w:p>
    <w:p w14:paraId="06C40ED9" w14:textId="77777777" w:rsidR="00203FC1" w:rsidRDefault="00203FC1">
      <w:pPr>
        <w:spacing w:after="160" w:line="259" w:lineRule="auto"/>
        <w:rPr>
          <w:rFonts w:ascii="Marianne Medium" w:eastAsia="Calibri" w:hAnsi="Marianne Medium" w:cs="Arial"/>
          <w:color w:val="F29C52"/>
          <w:sz w:val="26"/>
          <w:szCs w:val="26"/>
        </w:rPr>
      </w:pPr>
      <w:r>
        <w:rPr>
          <w:rFonts w:ascii="Marianne Medium" w:eastAsia="Calibri" w:hAnsi="Marianne Medium" w:cs="Arial"/>
          <w:color w:val="F29C52"/>
          <w:sz w:val="26"/>
          <w:szCs w:val="26"/>
        </w:rPr>
        <w:br w:type="page"/>
      </w:r>
    </w:p>
    <w:p w14:paraId="2709BA13" w14:textId="1DA9FC92" w:rsidR="00B95AB4" w:rsidRDefault="00FE4C40" w:rsidP="00B95AB4">
      <w:pPr>
        <w:rPr>
          <w:rFonts w:ascii="Marianne Medium" w:eastAsia="Calibri" w:hAnsi="Marianne Medium" w:cs="Arial"/>
          <w:color w:val="F29C52"/>
          <w:sz w:val="26"/>
          <w:szCs w:val="26"/>
        </w:rPr>
      </w:pPr>
      <w:r>
        <w:rPr>
          <w:rFonts w:ascii="Marianne Medium" w:eastAsia="Calibri" w:hAnsi="Marianne Medium" w:cs="Arial"/>
          <w:color w:val="F29C52"/>
          <w:sz w:val="26"/>
          <w:szCs w:val="26"/>
        </w:rPr>
        <w:lastRenderedPageBreak/>
        <w:t xml:space="preserve">Annexe </w:t>
      </w:r>
      <w:r w:rsidR="00577913">
        <w:rPr>
          <w:rFonts w:ascii="Marianne Medium" w:eastAsia="Calibri" w:hAnsi="Marianne Medium" w:cs="Arial"/>
          <w:color w:val="F29C52"/>
          <w:sz w:val="26"/>
          <w:szCs w:val="26"/>
        </w:rPr>
        <w:t>6 : exercices pour la séance 6</w:t>
      </w:r>
      <w:r w:rsidR="00003F94">
        <w:rPr>
          <w:rFonts w:ascii="Marianne Medium" w:eastAsia="Calibri" w:hAnsi="Marianne Medium" w:cs="Arial"/>
          <w:color w:val="F29C52"/>
          <w:sz w:val="26"/>
          <w:szCs w:val="26"/>
        </w:rPr>
        <w:t xml:space="preserve"> (séance courte, calcul mental)</w:t>
      </w:r>
    </w:p>
    <w:p w14:paraId="4BBD8244" w14:textId="512963C3" w:rsidR="00ED79B1" w:rsidRPr="00F010EA" w:rsidRDefault="00ED79B1" w:rsidP="00ED79B1">
      <w:r>
        <w:t>Les exercices de la séance 6 s’appuie</w:t>
      </w:r>
      <w:r w:rsidR="008F38FE">
        <w:t>nt</w:t>
      </w:r>
      <w:r>
        <w:t xml:space="preserve"> sur l’album de littérature de jeunesse </w:t>
      </w:r>
      <w:r w:rsidRPr="00ED79B1">
        <w:rPr>
          <w:i/>
        </w:rPr>
        <w:t>Les trois brigands</w:t>
      </w:r>
      <w:r>
        <w:t xml:space="preserve"> de Tony Ungerer paru dans la collection les lutins de l’Ecole des loisirs, 2024.</w:t>
      </w:r>
    </w:p>
    <w:p w14:paraId="1D4B34D3" w14:textId="77777777" w:rsidR="00ED79B1" w:rsidRDefault="00ED79B1" w:rsidP="00B95AB4">
      <w:pPr>
        <w:rPr>
          <w:rFonts w:ascii="Marianne Medium" w:eastAsia="Calibri" w:hAnsi="Marianne Medium" w:cs="Arial"/>
          <w:color w:val="F29C52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</w:tblGrid>
      <w:tr w:rsidR="00ED79B1" w14:paraId="6B70150A" w14:textId="77777777" w:rsidTr="00960670">
        <w:tc>
          <w:tcPr>
            <w:tcW w:w="6799" w:type="dxa"/>
          </w:tcPr>
          <w:p w14:paraId="3B3427D2" w14:textId="296B5165" w:rsidR="00ED79B1" w:rsidRPr="00003F94" w:rsidRDefault="00ED79B1" w:rsidP="00405EF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1</w:t>
            </w:r>
          </w:p>
          <w:p w14:paraId="5AE8709D" w14:textId="38656CF3" w:rsidR="00ED79B1" w:rsidRPr="00003F94" w:rsidRDefault="00ED79B1" w:rsidP="00405EF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</w:t>
            </w:r>
            <w:r w:rsidRPr="00003F94">
              <w:rPr>
                <w:rFonts w:ascii="Arial" w:hAnsi="Arial" w:cs="Arial"/>
              </w:rPr>
              <w:t xml:space="preserve"> brigand</w:t>
            </w:r>
            <w:r>
              <w:rPr>
                <w:rFonts w:ascii="Arial" w:hAnsi="Arial" w:cs="Arial"/>
              </w:rPr>
              <w:t>s ont 143 pierres précieuses</w:t>
            </w:r>
            <w:r w:rsidRPr="00003F94">
              <w:rPr>
                <w:rFonts w:ascii="Arial" w:hAnsi="Arial" w:cs="Arial"/>
              </w:rPr>
              <w:t>.</w:t>
            </w:r>
          </w:p>
          <w:p w14:paraId="4903951B" w14:textId="4D4EABE3" w:rsidR="00ED79B1" w:rsidRPr="00003F94" w:rsidRDefault="00ED79B1" w:rsidP="00405EF2">
            <w:pPr>
              <w:spacing w:after="0"/>
              <w:rPr>
                <w:rFonts w:ascii="Arial" w:hAnsi="Arial" w:cs="Arial"/>
              </w:rPr>
            </w:pPr>
            <w:r w:rsidRPr="00003F94">
              <w:rPr>
                <w:rFonts w:ascii="Arial" w:hAnsi="Arial" w:cs="Arial"/>
              </w:rPr>
              <w:t>Il</w:t>
            </w:r>
            <w:r>
              <w:rPr>
                <w:rFonts w:ascii="Arial" w:hAnsi="Arial" w:cs="Arial"/>
              </w:rPr>
              <w:t>s</w:t>
            </w:r>
            <w:r w:rsidRPr="00003F94">
              <w:rPr>
                <w:rFonts w:ascii="Arial" w:hAnsi="Arial" w:cs="Arial"/>
              </w:rPr>
              <w:t xml:space="preserve"> donne</w:t>
            </w:r>
            <w:r>
              <w:rPr>
                <w:rFonts w:ascii="Arial" w:hAnsi="Arial" w:cs="Arial"/>
              </w:rPr>
              <w:t xml:space="preserve">nt 30 pierres précieuses </w:t>
            </w:r>
            <w:r w:rsidRPr="00003F94">
              <w:rPr>
                <w:rFonts w:ascii="Arial" w:hAnsi="Arial" w:cs="Arial"/>
              </w:rPr>
              <w:t xml:space="preserve">à une petite fille. </w:t>
            </w:r>
          </w:p>
          <w:p w14:paraId="22352242" w14:textId="7DCE0019" w:rsidR="00ED79B1" w:rsidRPr="00003F94" w:rsidRDefault="00ED79B1" w:rsidP="005C66A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de pierres précieuses les </w:t>
            </w:r>
            <w:r w:rsidRPr="00003F94">
              <w:rPr>
                <w:rFonts w:ascii="Arial" w:hAnsi="Arial" w:cs="Arial"/>
              </w:rPr>
              <w:t>brigand</w:t>
            </w:r>
            <w:r>
              <w:rPr>
                <w:rFonts w:ascii="Arial" w:hAnsi="Arial" w:cs="Arial"/>
              </w:rPr>
              <w:t>s ont-ils</w:t>
            </w:r>
            <w:r w:rsidRPr="00003F94">
              <w:rPr>
                <w:rFonts w:ascii="Arial" w:hAnsi="Arial" w:cs="Arial"/>
              </w:rPr>
              <w:t xml:space="preserve"> maintenant ?</w:t>
            </w:r>
          </w:p>
        </w:tc>
      </w:tr>
      <w:tr w:rsidR="00ED79B1" w14:paraId="7537430C" w14:textId="77777777" w:rsidTr="00960670">
        <w:tc>
          <w:tcPr>
            <w:tcW w:w="6799" w:type="dxa"/>
          </w:tcPr>
          <w:p w14:paraId="45E42362" w14:textId="20BAD482" w:rsidR="00ED79B1" w:rsidRPr="00003F94" w:rsidRDefault="00ED79B1" w:rsidP="00405EF2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2</w:t>
            </w:r>
          </w:p>
          <w:p w14:paraId="201E1722" w14:textId="2CF1D7C9" w:rsidR="00ED79B1" w:rsidRPr="00003F94" w:rsidRDefault="00ED79B1" w:rsidP="00003F9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brigands avaient des bijoux.</w:t>
            </w:r>
          </w:p>
          <w:p w14:paraId="3D6A37C3" w14:textId="147D4F17" w:rsidR="00ED79B1" w:rsidRDefault="00ED79B1" w:rsidP="00003F9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Ils ont donné 40 bijoux à un petit garçon.</w:t>
            </w:r>
          </w:p>
          <w:p w14:paraId="4F84A820" w14:textId="1FFCE001" w:rsidR="00ED79B1" w:rsidRPr="00003F94" w:rsidRDefault="00ED79B1" w:rsidP="00003F9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Ils ont maintenant 100 bijoux.</w:t>
            </w:r>
          </w:p>
          <w:p w14:paraId="5C2E3F17" w14:textId="7D7F38B1" w:rsidR="00ED79B1" w:rsidRPr="00003F94" w:rsidRDefault="00ED79B1" w:rsidP="005C66A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bijoux les</w:t>
            </w:r>
            <w:r w:rsidRPr="00003F94">
              <w:rPr>
                <w:rFonts w:ascii="Arial" w:hAnsi="Arial" w:cs="Arial"/>
              </w:rPr>
              <w:t xml:space="preserve"> brigand</w:t>
            </w:r>
            <w:r>
              <w:rPr>
                <w:rFonts w:ascii="Arial" w:hAnsi="Arial" w:cs="Arial"/>
              </w:rPr>
              <w:t>s</w:t>
            </w:r>
            <w:r w:rsidRPr="00003F94">
              <w:rPr>
                <w:rFonts w:ascii="Arial" w:hAnsi="Arial" w:cs="Arial"/>
              </w:rPr>
              <w:t xml:space="preserve"> a</w:t>
            </w:r>
            <w:r>
              <w:rPr>
                <w:rFonts w:ascii="Arial" w:hAnsi="Arial" w:cs="Arial"/>
              </w:rPr>
              <w:t>vaient-ils</w:t>
            </w:r>
            <w:r w:rsidRPr="00003F94">
              <w:rPr>
                <w:rFonts w:ascii="Arial" w:hAnsi="Arial" w:cs="Arial"/>
              </w:rPr>
              <w:t> ?</w:t>
            </w:r>
          </w:p>
        </w:tc>
      </w:tr>
      <w:tr w:rsidR="00ED79B1" w14:paraId="2344B072" w14:textId="77777777" w:rsidTr="00960670">
        <w:tc>
          <w:tcPr>
            <w:tcW w:w="6799" w:type="dxa"/>
          </w:tcPr>
          <w:p w14:paraId="64142090" w14:textId="0A17929C" w:rsidR="00ED79B1" w:rsidRPr="00003F94" w:rsidRDefault="00ED79B1" w:rsidP="00405EF2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3</w:t>
            </w:r>
          </w:p>
          <w:p w14:paraId="6391E286" w14:textId="0660A8A5" w:rsidR="00ED79B1" w:rsidRPr="00003F94" w:rsidRDefault="00ED79B1" w:rsidP="00003F9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brigands avaient des</w:t>
            </w:r>
            <w:r w:rsidRPr="00003F94">
              <w:rPr>
                <w:rFonts w:ascii="Arial" w:hAnsi="Arial" w:cs="Arial"/>
              </w:rPr>
              <w:t xml:space="preserve"> pièces. </w:t>
            </w:r>
          </w:p>
          <w:p w14:paraId="6EAC13E8" w14:textId="26E22CFD" w:rsidR="00ED79B1" w:rsidRDefault="00ED79B1" w:rsidP="00003F9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Ils ont donné 50 pièces à une petite fille.</w:t>
            </w:r>
          </w:p>
          <w:p w14:paraId="5A849454" w14:textId="12C3E9F6" w:rsidR="00ED79B1" w:rsidRPr="00003F94" w:rsidRDefault="00ED79B1" w:rsidP="00003F9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Ils ont maintenant 200 pièces.</w:t>
            </w:r>
          </w:p>
          <w:p w14:paraId="00644F59" w14:textId="62F2F6D3" w:rsidR="00ED79B1" w:rsidRPr="00003F94" w:rsidRDefault="00ED79B1" w:rsidP="005C66A8">
            <w:pPr>
              <w:spacing w:after="120"/>
              <w:rPr>
                <w:rFonts w:ascii="Arial" w:hAnsi="Arial" w:cs="Arial"/>
                <w:i/>
              </w:rPr>
            </w:pPr>
            <w:r w:rsidRPr="00003F94">
              <w:rPr>
                <w:rFonts w:ascii="Arial" w:hAnsi="Arial" w:cs="Arial"/>
              </w:rPr>
              <w:t>Combien de pièces le</w:t>
            </w:r>
            <w:r>
              <w:rPr>
                <w:rFonts w:ascii="Arial" w:hAnsi="Arial" w:cs="Arial"/>
              </w:rPr>
              <w:t>s</w:t>
            </w:r>
            <w:r w:rsidRPr="00003F94">
              <w:rPr>
                <w:rFonts w:ascii="Arial" w:hAnsi="Arial" w:cs="Arial"/>
              </w:rPr>
              <w:t xml:space="preserve"> brigand</w:t>
            </w:r>
            <w:r>
              <w:rPr>
                <w:rFonts w:ascii="Arial" w:hAnsi="Arial" w:cs="Arial"/>
              </w:rPr>
              <w:t>s</w:t>
            </w:r>
            <w:r w:rsidRPr="00003F94">
              <w:rPr>
                <w:rFonts w:ascii="Arial" w:hAnsi="Arial" w:cs="Arial"/>
              </w:rPr>
              <w:t xml:space="preserve"> a</w:t>
            </w:r>
            <w:r>
              <w:rPr>
                <w:rFonts w:ascii="Arial" w:hAnsi="Arial" w:cs="Arial"/>
              </w:rPr>
              <w:t xml:space="preserve">vaient-ils </w:t>
            </w:r>
            <w:r w:rsidRPr="00003F94">
              <w:rPr>
                <w:rFonts w:ascii="Arial" w:hAnsi="Arial" w:cs="Arial"/>
              </w:rPr>
              <w:t>?</w:t>
            </w:r>
          </w:p>
        </w:tc>
      </w:tr>
    </w:tbl>
    <w:p w14:paraId="42F0B2D7" w14:textId="77777777" w:rsidR="00B95AB4" w:rsidRDefault="00B95AB4" w:rsidP="002574AA">
      <w:pPr>
        <w:rPr>
          <w:rFonts w:ascii="Marianne Medium" w:eastAsia="Calibri" w:hAnsi="Marianne Medium" w:cs="Arial"/>
          <w:color w:val="F29C52"/>
          <w:sz w:val="26"/>
          <w:szCs w:val="26"/>
        </w:rPr>
      </w:pPr>
    </w:p>
    <w:p w14:paraId="3F78EE17" w14:textId="7984A9D1" w:rsidR="00CB4578" w:rsidRDefault="000F1E72" w:rsidP="00CB4578">
      <w:pPr>
        <w:rPr>
          <w:rFonts w:ascii="Marianne Medium" w:eastAsia="Calibri" w:hAnsi="Marianne Medium" w:cs="Arial"/>
          <w:color w:val="F29C52"/>
          <w:sz w:val="26"/>
          <w:szCs w:val="26"/>
        </w:rPr>
      </w:pPr>
      <w:r w:rsidRPr="000F1E72">
        <w:rPr>
          <w:rFonts w:ascii="Marianne Medium" w:eastAsia="Calibri" w:hAnsi="Marianne Medium" w:cs="Arial"/>
          <w:color w:val="F29C52"/>
          <w:sz w:val="26"/>
          <w:szCs w:val="26"/>
        </w:rPr>
        <w:t>Annexe 7 : exercices pour la séance 7</w:t>
      </w:r>
      <w:r w:rsidR="00003F94" w:rsidRPr="000F1E72">
        <w:rPr>
          <w:rFonts w:ascii="Marianne Medium" w:eastAsia="Calibri" w:hAnsi="Marianne Medium" w:cs="Arial"/>
          <w:color w:val="F29C52"/>
          <w:sz w:val="26"/>
          <w:szCs w:val="26"/>
        </w:rPr>
        <w:t xml:space="preserve"> (séance courte, calcul mental)</w:t>
      </w:r>
    </w:p>
    <w:p w14:paraId="72C8A633" w14:textId="5F2F4D2C" w:rsidR="00ED79B1" w:rsidRPr="00F010EA" w:rsidRDefault="00ED79B1" w:rsidP="00ED79B1">
      <w:r>
        <w:t>Les exercices de la séance 7 s’appuie</w:t>
      </w:r>
      <w:r w:rsidR="008F38FE">
        <w:t>nt</w:t>
      </w:r>
      <w:r>
        <w:t xml:space="preserve"> sur l’album de littérature de jeunesse </w:t>
      </w:r>
      <w:r>
        <w:rPr>
          <w:i/>
        </w:rPr>
        <w:t xml:space="preserve">L’Afrique de Zigomar </w:t>
      </w:r>
      <w:r>
        <w:t>de Philippe Corentin paru dans la collection les lutins de l’Ecole des loisirs, 2023.</w:t>
      </w:r>
    </w:p>
    <w:p w14:paraId="7173B1CE" w14:textId="77777777" w:rsidR="00ED79B1" w:rsidRDefault="00ED79B1" w:rsidP="00CB4578">
      <w:pPr>
        <w:rPr>
          <w:rFonts w:ascii="Marianne Medium" w:eastAsia="Calibri" w:hAnsi="Marianne Medium" w:cs="Arial"/>
          <w:color w:val="F29C52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76"/>
      </w:tblGrid>
      <w:tr w:rsidR="00ED79B1" w:rsidRPr="00003F94" w14:paraId="56F5C5AD" w14:textId="77777777" w:rsidTr="00ED79B1">
        <w:tc>
          <w:tcPr>
            <w:tcW w:w="6776" w:type="dxa"/>
          </w:tcPr>
          <w:p w14:paraId="063B7C77" w14:textId="1513805F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Problème 1</w:t>
            </w:r>
          </w:p>
          <w:p w14:paraId="70A18040" w14:textId="2FD6F161" w:rsidR="00ED79B1" w:rsidRPr="00663C0A" w:rsidRDefault="00ED79B1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Ginette et ses amies hirondelles partent cette semaine en Afrique !</w:t>
            </w:r>
          </w:p>
          <w:p w14:paraId="52758262" w14:textId="6F660E67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Lundi matin, il y avait 220 hirondelles.</w:t>
            </w:r>
          </w:p>
          <w:p w14:paraId="09A4978B" w14:textId="2DA74756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la journée, 20 hirondelles se sont envolées.</w:t>
            </w:r>
          </w:p>
          <w:p w14:paraId="77BE34A0" w14:textId="638937EF" w:rsidR="00ED79B1" w:rsidRPr="00003F94" w:rsidRDefault="00ED79B1" w:rsidP="005C66A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d’hirondelles reste-t-il lundi soir ?</w:t>
            </w:r>
          </w:p>
        </w:tc>
      </w:tr>
      <w:tr w:rsidR="00ED79B1" w:rsidRPr="00003F94" w14:paraId="6A4E54FF" w14:textId="77777777" w:rsidTr="00ED79B1">
        <w:tc>
          <w:tcPr>
            <w:tcW w:w="6776" w:type="dxa"/>
          </w:tcPr>
          <w:p w14:paraId="6E37CA8A" w14:textId="2233C9DB" w:rsidR="00ED79B1" w:rsidRDefault="00ED79B1" w:rsidP="00585538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2</w:t>
            </w:r>
          </w:p>
          <w:p w14:paraId="37D39DF7" w14:textId="0890982A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Mardi matin, il y avait 200 hirondelles.</w:t>
            </w:r>
          </w:p>
          <w:p w14:paraId="15C437A8" w14:textId="49610AB6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la journée, des hirondelles se sont envolées.</w:t>
            </w:r>
          </w:p>
          <w:p w14:paraId="199E40E9" w14:textId="43248552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Mardi soir, il reste 150 hirondelles.</w:t>
            </w:r>
          </w:p>
          <w:p w14:paraId="3188DB35" w14:textId="082BA281" w:rsidR="00ED79B1" w:rsidRPr="00003F94" w:rsidRDefault="00ED79B1" w:rsidP="005C66A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d’hirondelles se sont envolées mardi ?</w:t>
            </w:r>
          </w:p>
        </w:tc>
      </w:tr>
      <w:tr w:rsidR="00ED79B1" w:rsidRPr="00003F94" w14:paraId="73A24A15" w14:textId="77777777" w:rsidTr="00ED79B1">
        <w:tc>
          <w:tcPr>
            <w:tcW w:w="6776" w:type="dxa"/>
          </w:tcPr>
          <w:p w14:paraId="0B10E128" w14:textId="4148748F" w:rsidR="00ED79B1" w:rsidRDefault="00ED79B1" w:rsidP="00585538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3</w:t>
            </w:r>
          </w:p>
          <w:p w14:paraId="564E9178" w14:textId="3C9F2091" w:rsidR="00ED79B1" w:rsidRDefault="00ED79B1" w:rsidP="00447F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Jeudi matin, il y avait encore des hirondelles.</w:t>
            </w:r>
          </w:p>
          <w:p w14:paraId="1F2F9FA8" w14:textId="09423380" w:rsidR="00ED79B1" w:rsidRDefault="00ED79B1" w:rsidP="00447F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la journée, 20 hirondelles se sont envolées.</w:t>
            </w:r>
          </w:p>
          <w:p w14:paraId="010CBB90" w14:textId="1F32E590" w:rsidR="00ED79B1" w:rsidRDefault="00ED79B1" w:rsidP="00447F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Jeudi soir, il reste 30 hirondelles.</w:t>
            </w:r>
          </w:p>
          <w:p w14:paraId="6B353795" w14:textId="55473E00" w:rsidR="00ED79B1" w:rsidRPr="00447F8C" w:rsidRDefault="00ED79B1" w:rsidP="005C66A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d’hirondelles y avait-il jeudi matin ?</w:t>
            </w:r>
          </w:p>
        </w:tc>
      </w:tr>
    </w:tbl>
    <w:p w14:paraId="448BFE79" w14:textId="77777777" w:rsidR="005C66A8" w:rsidRDefault="005C66A8" w:rsidP="00FE4C40"/>
    <w:p w14:paraId="3CA36658" w14:textId="77777777" w:rsidR="005C66A8" w:rsidRDefault="005C66A8">
      <w:pPr>
        <w:spacing w:after="160" w:line="259" w:lineRule="auto"/>
      </w:pPr>
      <w:r>
        <w:br w:type="page"/>
      </w:r>
    </w:p>
    <w:p w14:paraId="481A75EF" w14:textId="49AE3E93" w:rsidR="00FE4C40" w:rsidRDefault="000F1E72" w:rsidP="00FE4C40">
      <w:pPr>
        <w:rPr>
          <w:rFonts w:ascii="Marianne Medium" w:eastAsia="Calibri" w:hAnsi="Marianne Medium" w:cs="Arial"/>
          <w:color w:val="F29C52"/>
          <w:sz w:val="26"/>
          <w:szCs w:val="26"/>
        </w:rPr>
      </w:pPr>
      <w:r>
        <w:rPr>
          <w:rFonts w:ascii="Marianne Medium" w:eastAsia="Calibri" w:hAnsi="Marianne Medium" w:cs="Arial"/>
          <w:color w:val="F29C52"/>
          <w:sz w:val="26"/>
          <w:szCs w:val="26"/>
        </w:rPr>
        <w:lastRenderedPageBreak/>
        <w:t>Annexe 8 : exercices pour la séance 8</w:t>
      </w:r>
      <w:r w:rsidR="00FE4C40">
        <w:rPr>
          <w:rFonts w:ascii="Marianne Medium" w:eastAsia="Calibri" w:hAnsi="Marianne Medium" w:cs="Arial"/>
          <w:color w:val="F29C52"/>
          <w:sz w:val="26"/>
          <w:szCs w:val="26"/>
        </w:rPr>
        <w:t xml:space="preserve"> (séance longue, calcul posé)</w:t>
      </w:r>
      <w:r>
        <w:rPr>
          <w:rFonts w:ascii="Marianne Medium" w:eastAsia="Calibri" w:hAnsi="Marianne Medium" w:cs="Arial"/>
          <w:color w:val="F29C52"/>
          <w:sz w:val="26"/>
          <w:szCs w:val="26"/>
        </w:rPr>
        <w:t xml:space="preserve">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C66A8" w14:paraId="2D0ECFBC" w14:textId="77777777" w:rsidTr="00585538">
        <w:tc>
          <w:tcPr>
            <w:tcW w:w="9067" w:type="dxa"/>
          </w:tcPr>
          <w:p w14:paraId="2B3DDAA4" w14:textId="44346151" w:rsidR="005C66A8" w:rsidRDefault="005C66A8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1</w:t>
            </w:r>
          </w:p>
          <w:p w14:paraId="28862E21" w14:textId="5CB9D0E1" w:rsidR="005C66A8" w:rsidRDefault="005C66A8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 matin, à la cantine,125 pommes ont été livrées</w:t>
            </w:r>
            <w:r w:rsidR="00B61879">
              <w:rPr>
                <w:rFonts w:ascii="Arial" w:hAnsi="Arial" w:cs="Arial"/>
              </w:rPr>
              <w:t xml:space="preserve">. Pendant le repas, </w:t>
            </w:r>
            <w:r>
              <w:rPr>
                <w:rFonts w:ascii="Arial" w:hAnsi="Arial" w:cs="Arial"/>
              </w:rPr>
              <w:t>les élèves en ont mangé 82.</w:t>
            </w:r>
          </w:p>
          <w:p w14:paraId="1985620A" w14:textId="50171F01" w:rsidR="005C66A8" w:rsidRPr="00D170A2" w:rsidRDefault="005C66A8" w:rsidP="00B6187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pommes reste-t-il </w:t>
            </w:r>
            <w:r w:rsidR="00B61879">
              <w:rPr>
                <w:rFonts w:ascii="Arial" w:hAnsi="Arial" w:cs="Arial"/>
              </w:rPr>
              <w:t xml:space="preserve">maintenant </w:t>
            </w:r>
            <w:r>
              <w:rPr>
                <w:rFonts w:ascii="Arial" w:hAnsi="Arial" w:cs="Arial"/>
              </w:rPr>
              <w:t>?</w:t>
            </w:r>
          </w:p>
        </w:tc>
      </w:tr>
      <w:tr w:rsidR="005C66A8" w14:paraId="176D787A" w14:textId="77777777" w:rsidTr="00585538">
        <w:tc>
          <w:tcPr>
            <w:tcW w:w="9067" w:type="dxa"/>
          </w:tcPr>
          <w:p w14:paraId="2C441852" w14:textId="77777777" w:rsidR="005C66A8" w:rsidRDefault="005C66A8" w:rsidP="00585538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2</w:t>
            </w:r>
          </w:p>
          <w:p w14:paraId="3450FC8D" w14:textId="0BDC6808" w:rsidR="00B61879" w:rsidRDefault="005C66A8" w:rsidP="005C66A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 matin, </w:t>
            </w:r>
            <w:r w:rsidR="00B61879">
              <w:rPr>
                <w:rFonts w:ascii="Arial" w:hAnsi="Arial" w:cs="Arial"/>
              </w:rPr>
              <w:t>à la cantine, des yaourts ont été livrés.</w:t>
            </w:r>
            <w:r>
              <w:rPr>
                <w:rFonts w:ascii="Arial" w:hAnsi="Arial" w:cs="Arial"/>
              </w:rPr>
              <w:t xml:space="preserve"> </w:t>
            </w:r>
            <w:r w:rsidR="00B61879">
              <w:rPr>
                <w:rFonts w:ascii="Arial" w:hAnsi="Arial" w:cs="Arial"/>
              </w:rPr>
              <w:t>Pendant le repas, les élèves en ont mangé 56.</w:t>
            </w:r>
          </w:p>
          <w:p w14:paraId="5E8C6D95" w14:textId="26DBEB19" w:rsidR="005C66A8" w:rsidRDefault="00B61879" w:rsidP="005C66A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reste maintenant 117 yaourts.</w:t>
            </w:r>
          </w:p>
          <w:p w14:paraId="1938143F" w14:textId="4DD567D4" w:rsidR="00B61879" w:rsidRPr="00D170A2" w:rsidRDefault="005C66A8" w:rsidP="00B61879">
            <w:pPr>
              <w:spacing w:after="120"/>
              <w:rPr>
                <w:rFonts w:ascii="Arial" w:hAnsi="Arial" w:cs="Arial"/>
              </w:rPr>
            </w:pPr>
            <w:r w:rsidRPr="005C66A8">
              <w:rPr>
                <w:rFonts w:ascii="Arial" w:hAnsi="Arial" w:cs="Arial"/>
              </w:rPr>
              <w:t xml:space="preserve">Combien </w:t>
            </w:r>
            <w:r>
              <w:rPr>
                <w:rFonts w:ascii="Arial" w:hAnsi="Arial" w:cs="Arial"/>
              </w:rPr>
              <w:t xml:space="preserve">de </w:t>
            </w:r>
            <w:r w:rsidR="00B61879">
              <w:rPr>
                <w:rFonts w:ascii="Arial" w:hAnsi="Arial" w:cs="Arial"/>
              </w:rPr>
              <w:t>yaourts</w:t>
            </w:r>
            <w:r>
              <w:rPr>
                <w:rFonts w:ascii="Arial" w:hAnsi="Arial" w:cs="Arial"/>
              </w:rPr>
              <w:t xml:space="preserve"> </w:t>
            </w:r>
            <w:r w:rsidR="005A5D89">
              <w:rPr>
                <w:rFonts w:ascii="Arial" w:hAnsi="Arial" w:cs="Arial"/>
              </w:rPr>
              <w:t xml:space="preserve">ont été livrés </w:t>
            </w:r>
            <w:r w:rsidR="00B61879">
              <w:rPr>
                <w:rFonts w:ascii="Arial" w:hAnsi="Arial" w:cs="Arial"/>
              </w:rPr>
              <w:t xml:space="preserve">à la cantine </w:t>
            </w:r>
            <w:r>
              <w:rPr>
                <w:rFonts w:ascii="Arial" w:hAnsi="Arial" w:cs="Arial"/>
              </w:rPr>
              <w:t>ce matin ?</w:t>
            </w:r>
          </w:p>
        </w:tc>
      </w:tr>
      <w:tr w:rsidR="005C66A8" w14:paraId="48D8CDF5" w14:textId="77777777" w:rsidTr="00585538">
        <w:tc>
          <w:tcPr>
            <w:tcW w:w="9067" w:type="dxa"/>
          </w:tcPr>
          <w:p w14:paraId="5DB38DA7" w14:textId="23773898" w:rsidR="005C66A8" w:rsidRDefault="005C66A8" w:rsidP="00585538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3</w:t>
            </w:r>
          </w:p>
          <w:p w14:paraId="2FC2D40B" w14:textId="08861BF1" w:rsidR="00B61879" w:rsidRDefault="00B61879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 matin, le cuisinie</w:t>
            </w:r>
            <w:r w:rsidR="00C0492E">
              <w:rPr>
                <w:rFonts w:ascii="Arial" w:hAnsi="Arial" w:cs="Arial"/>
              </w:rPr>
              <w:t>r a préparé 137</w:t>
            </w:r>
            <w:r>
              <w:rPr>
                <w:rFonts w:ascii="Arial" w:hAnsi="Arial" w:cs="Arial"/>
              </w:rPr>
              <w:t xml:space="preserve"> parts de pizza. Après le repas, il reste </w:t>
            </w:r>
            <w:r w:rsidR="00C0492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 parts de pizza.</w:t>
            </w:r>
          </w:p>
          <w:p w14:paraId="6A974902" w14:textId="7AD244FF" w:rsidR="005C66A8" w:rsidRPr="00D170A2" w:rsidRDefault="00B61879" w:rsidP="00B6187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parts de pizza les élèves ont-ils mangées</w:t>
            </w:r>
            <w:r w:rsidR="005A5D89">
              <w:rPr>
                <w:rFonts w:ascii="Arial" w:hAnsi="Arial" w:cs="Arial"/>
              </w:rPr>
              <w:t xml:space="preserve"> pendant le repas</w:t>
            </w:r>
            <w:r>
              <w:rPr>
                <w:rFonts w:ascii="Arial" w:hAnsi="Arial" w:cs="Arial"/>
              </w:rPr>
              <w:t> ?</w:t>
            </w:r>
          </w:p>
        </w:tc>
      </w:tr>
      <w:tr w:rsidR="005C66A8" w14:paraId="26C8AA81" w14:textId="77777777" w:rsidTr="00585538">
        <w:tc>
          <w:tcPr>
            <w:tcW w:w="9067" w:type="dxa"/>
          </w:tcPr>
          <w:p w14:paraId="40620FFD" w14:textId="3BC5B3C5" w:rsidR="005C66A8" w:rsidRDefault="005C66A8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4</w:t>
            </w:r>
          </w:p>
          <w:p w14:paraId="60F0DA5E" w14:textId="6B421F07" w:rsidR="00F57D65" w:rsidRDefault="00F57D65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cuisinière a préparé</w:t>
            </w:r>
            <w:r w:rsidR="00B66CE0">
              <w:rPr>
                <w:rFonts w:ascii="Arial" w:hAnsi="Arial" w:cs="Arial"/>
              </w:rPr>
              <w:t xml:space="preserve"> des éclairs au chocolat</w:t>
            </w:r>
            <w:r w:rsidR="006F3E1F">
              <w:rPr>
                <w:rFonts w:ascii="Arial" w:hAnsi="Arial" w:cs="Arial"/>
              </w:rPr>
              <w:t>.</w:t>
            </w:r>
          </w:p>
          <w:p w14:paraId="2A8E61B0" w14:textId="06C35179" w:rsidR="00B61879" w:rsidRDefault="00F57D65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 éclairs au chocolat</w:t>
            </w:r>
            <w:r w:rsidR="006F3E1F">
              <w:rPr>
                <w:rFonts w:ascii="Arial" w:hAnsi="Arial" w:cs="Arial"/>
              </w:rPr>
              <w:t xml:space="preserve"> ont été mangés.</w:t>
            </w:r>
          </w:p>
          <w:p w14:paraId="2E86EB10" w14:textId="4B255708" w:rsidR="00F57D65" w:rsidRDefault="00F57D65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reste </w:t>
            </w:r>
            <w:r w:rsidR="006F3E1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3 éclair</w:t>
            </w:r>
            <w:r w:rsidR="006F3E1F">
              <w:rPr>
                <w:rFonts w:ascii="Arial" w:hAnsi="Arial" w:cs="Arial"/>
              </w:rPr>
              <w:t>s au chocolat.</w:t>
            </w:r>
          </w:p>
          <w:p w14:paraId="0D0C2A8A" w14:textId="02050021" w:rsidR="00B66CE0" w:rsidRPr="000A6726" w:rsidRDefault="00B66CE0" w:rsidP="00A5456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d’éclairs au chocolat la cuisinière a</w:t>
            </w:r>
            <w:r w:rsidR="00F57D65">
              <w:rPr>
                <w:rFonts w:ascii="Arial" w:hAnsi="Arial" w:cs="Arial"/>
              </w:rPr>
              <w:t>vait-</w:t>
            </w:r>
            <w:r>
              <w:rPr>
                <w:rFonts w:ascii="Arial" w:hAnsi="Arial" w:cs="Arial"/>
              </w:rPr>
              <w:t>elle préparés ?</w:t>
            </w:r>
          </w:p>
        </w:tc>
      </w:tr>
      <w:tr w:rsidR="005C66A8" w14:paraId="605071B5" w14:textId="77777777" w:rsidTr="00585538">
        <w:tc>
          <w:tcPr>
            <w:tcW w:w="9067" w:type="dxa"/>
          </w:tcPr>
          <w:p w14:paraId="7B41DD71" w14:textId="24781680" w:rsidR="005C66A8" w:rsidRDefault="005C66A8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5</w:t>
            </w:r>
          </w:p>
          <w:p w14:paraId="2E03F9C1" w14:textId="0399E759" w:rsidR="00B66CE0" w:rsidRDefault="00B66CE0" w:rsidP="006F3E1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cuisinier </w:t>
            </w:r>
            <w:r w:rsidR="005A5D89">
              <w:rPr>
                <w:rFonts w:ascii="Arial" w:hAnsi="Arial" w:cs="Arial"/>
              </w:rPr>
              <w:t>a préparé 125 tartes</w:t>
            </w:r>
            <w:r w:rsidR="006F3E1F">
              <w:rPr>
                <w:rFonts w:ascii="Arial" w:hAnsi="Arial" w:cs="Arial"/>
              </w:rPr>
              <w:t xml:space="preserve"> aux poireaux.</w:t>
            </w:r>
          </w:p>
          <w:p w14:paraId="18F0AEF9" w14:textId="4E0F2397" w:rsidR="00A54560" w:rsidRDefault="005A5D89" w:rsidP="00A5456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reste 27 tartes </w:t>
            </w:r>
            <w:r w:rsidR="006F3E1F">
              <w:rPr>
                <w:rFonts w:ascii="Arial" w:hAnsi="Arial" w:cs="Arial"/>
              </w:rPr>
              <w:t xml:space="preserve">aux poireaux. </w:t>
            </w:r>
          </w:p>
          <w:p w14:paraId="4745EAE0" w14:textId="628B5129" w:rsidR="005C66A8" w:rsidRPr="000A6726" w:rsidRDefault="005A5D89" w:rsidP="00A5456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tartes</w:t>
            </w:r>
            <w:r w:rsidR="006F3E1F">
              <w:rPr>
                <w:rFonts w:ascii="Arial" w:hAnsi="Arial" w:cs="Arial"/>
              </w:rPr>
              <w:t xml:space="preserve"> aux poireaux ont été mangées ?</w:t>
            </w:r>
          </w:p>
        </w:tc>
      </w:tr>
    </w:tbl>
    <w:p w14:paraId="257DD8D0" w14:textId="77777777" w:rsidR="000F1E72" w:rsidRDefault="000F1E72" w:rsidP="00FE4C40">
      <w:pPr>
        <w:rPr>
          <w:rFonts w:ascii="Marianne Medium" w:eastAsia="Calibri" w:hAnsi="Marianne Medium" w:cs="Arial"/>
          <w:color w:val="F29C52"/>
          <w:sz w:val="26"/>
          <w:szCs w:val="26"/>
        </w:rPr>
      </w:pPr>
    </w:p>
    <w:p w14:paraId="4A2A72F5" w14:textId="08C0B1D7" w:rsidR="000F1E72" w:rsidRDefault="000F1E72">
      <w:pPr>
        <w:spacing w:after="160" w:line="259" w:lineRule="auto"/>
      </w:pPr>
      <w:r>
        <w:br w:type="page"/>
      </w:r>
    </w:p>
    <w:p w14:paraId="6B46F522" w14:textId="7F8E516E" w:rsidR="000F1E72" w:rsidRDefault="000F1E72" w:rsidP="000F1E72">
      <w:pPr>
        <w:rPr>
          <w:rFonts w:ascii="Marianne Medium" w:eastAsia="Calibri" w:hAnsi="Marianne Medium" w:cs="Arial"/>
          <w:color w:val="F29C52"/>
          <w:sz w:val="26"/>
          <w:szCs w:val="26"/>
        </w:rPr>
      </w:pPr>
      <w:r>
        <w:rPr>
          <w:rFonts w:ascii="Marianne Medium" w:eastAsia="Calibri" w:hAnsi="Marianne Medium" w:cs="Arial"/>
          <w:color w:val="F29C52"/>
          <w:sz w:val="26"/>
          <w:szCs w:val="26"/>
        </w:rPr>
        <w:lastRenderedPageBreak/>
        <w:t>Annexe 9 : exercices pour la séance 9 (séance courte, calcul mental)</w:t>
      </w:r>
    </w:p>
    <w:p w14:paraId="1ED28886" w14:textId="6FCDE903" w:rsidR="00ED79B1" w:rsidRPr="00F010EA" w:rsidRDefault="00ED79B1" w:rsidP="00ED79B1">
      <w:r>
        <w:t>Les exercices de la séance 9 s’appuie</w:t>
      </w:r>
      <w:r w:rsidR="008F38FE">
        <w:t>nt</w:t>
      </w:r>
      <w:r>
        <w:t xml:space="preserve"> sur l’album de littérature de jeunesse </w:t>
      </w:r>
      <w:r w:rsidRPr="00ED79B1">
        <w:rPr>
          <w:i/>
        </w:rPr>
        <w:t>Les trois brigands</w:t>
      </w:r>
      <w:r>
        <w:t xml:space="preserve"> de Tony Ungerer paru dans la collection les lutins de l’Ecole des loisirs, 2024.</w:t>
      </w:r>
    </w:p>
    <w:p w14:paraId="11D6E5D5" w14:textId="77777777" w:rsidR="00ED79B1" w:rsidRDefault="00ED79B1" w:rsidP="000F1E72">
      <w:pPr>
        <w:rPr>
          <w:rFonts w:ascii="Marianne Medium" w:eastAsia="Calibri" w:hAnsi="Marianne Medium" w:cs="Arial"/>
          <w:color w:val="F29C52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76"/>
      </w:tblGrid>
      <w:tr w:rsidR="00ED79B1" w14:paraId="7B0F3A4A" w14:textId="77777777" w:rsidTr="00ED79B1">
        <w:tc>
          <w:tcPr>
            <w:tcW w:w="6776" w:type="dxa"/>
          </w:tcPr>
          <w:p w14:paraId="1A1F40AE" w14:textId="77777777" w:rsidR="00ED79B1" w:rsidRPr="00003F94" w:rsidRDefault="00ED79B1" w:rsidP="00585538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1.</w:t>
            </w:r>
          </w:p>
          <w:p w14:paraId="3C01233C" w14:textId="5763D8FF" w:rsidR="00ED79B1" w:rsidRPr="00003F94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petit garçon a 50 perles.</w:t>
            </w:r>
          </w:p>
          <w:p w14:paraId="12B18E57" w14:textId="0B881A34" w:rsidR="00ED79B1" w:rsidRPr="00003F94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brigands lui donnent 50 nouvelles perles.</w:t>
            </w:r>
          </w:p>
          <w:p w14:paraId="40AE5567" w14:textId="4B8A60A8" w:rsidR="00ED79B1" w:rsidRPr="00003F94" w:rsidRDefault="00ED79B1" w:rsidP="009E073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perles le petit garçon a-t-il maintenant ?</w:t>
            </w:r>
          </w:p>
        </w:tc>
      </w:tr>
      <w:tr w:rsidR="00ED79B1" w14:paraId="12539071" w14:textId="77777777" w:rsidTr="00ED79B1">
        <w:tc>
          <w:tcPr>
            <w:tcW w:w="6776" w:type="dxa"/>
          </w:tcPr>
          <w:p w14:paraId="2709F94C" w14:textId="77777777" w:rsidR="00ED79B1" w:rsidRPr="00003F94" w:rsidRDefault="00ED79B1" w:rsidP="00585538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2</w:t>
            </w:r>
          </w:p>
          <w:p w14:paraId="44ADAA48" w14:textId="4C12534E" w:rsidR="00ED79B1" w:rsidRPr="00003F94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petite fille avait des pierres précieuses.</w:t>
            </w:r>
          </w:p>
          <w:p w14:paraId="69ADA253" w14:textId="4D41815F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 brigands lui ont donné 30 nouvelles pierres précieuses. </w:t>
            </w:r>
          </w:p>
          <w:p w14:paraId="6DC67A15" w14:textId="4BA2D0D1" w:rsidR="00ED79B1" w:rsidRPr="00003F94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petite fille a maintenant 140 pierres.</w:t>
            </w:r>
          </w:p>
          <w:p w14:paraId="724669BE" w14:textId="00788B3E" w:rsidR="00ED79B1" w:rsidRPr="00003F94" w:rsidRDefault="00ED79B1" w:rsidP="0017284A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pierres précieuses la petite fille avait-elle ?</w:t>
            </w:r>
          </w:p>
        </w:tc>
      </w:tr>
      <w:tr w:rsidR="00ED79B1" w14:paraId="1770849F" w14:textId="77777777" w:rsidTr="00ED79B1">
        <w:tc>
          <w:tcPr>
            <w:tcW w:w="6776" w:type="dxa"/>
          </w:tcPr>
          <w:p w14:paraId="61F95E66" w14:textId="77777777" w:rsidR="00ED79B1" w:rsidRPr="00003F94" w:rsidRDefault="00ED79B1" w:rsidP="00585538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3</w:t>
            </w:r>
          </w:p>
          <w:p w14:paraId="36A76751" w14:textId="3B9BE5DA" w:rsidR="00ED79B1" w:rsidRPr="00003F94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frère et une sœur avaient 100 pièces.</w:t>
            </w:r>
          </w:p>
          <w:p w14:paraId="4F33565B" w14:textId="0BF44EFA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brigands leur ont donné de nouvelles pièces.</w:t>
            </w:r>
          </w:p>
          <w:p w14:paraId="7F84C948" w14:textId="7756CFE4" w:rsidR="00ED79B1" w:rsidRPr="00003F94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Ils ont maintenant 120 pièces.</w:t>
            </w:r>
          </w:p>
          <w:p w14:paraId="242AC266" w14:textId="6166F84B" w:rsidR="00ED79B1" w:rsidRPr="00003F94" w:rsidRDefault="00ED79B1" w:rsidP="00D915E3">
            <w:pPr>
              <w:spacing w:after="120"/>
              <w:rPr>
                <w:rFonts w:ascii="Arial" w:hAnsi="Arial" w:cs="Arial"/>
                <w:i/>
              </w:rPr>
            </w:pPr>
            <w:r w:rsidRPr="00003F94">
              <w:rPr>
                <w:rFonts w:ascii="Arial" w:hAnsi="Arial" w:cs="Arial"/>
              </w:rPr>
              <w:t>Combien de pièces le</w:t>
            </w:r>
            <w:r>
              <w:rPr>
                <w:rFonts w:ascii="Arial" w:hAnsi="Arial" w:cs="Arial"/>
              </w:rPr>
              <w:t>s</w:t>
            </w:r>
            <w:r w:rsidRPr="00003F94">
              <w:rPr>
                <w:rFonts w:ascii="Arial" w:hAnsi="Arial" w:cs="Arial"/>
              </w:rPr>
              <w:t xml:space="preserve"> brigand</w:t>
            </w:r>
            <w:r>
              <w:rPr>
                <w:rFonts w:ascii="Arial" w:hAnsi="Arial" w:cs="Arial"/>
              </w:rPr>
              <w:t>s leur ont-ils données ?</w:t>
            </w:r>
          </w:p>
        </w:tc>
      </w:tr>
    </w:tbl>
    <w:p w14:paraId="53522773" w14:textId="77777777" w:rsidR="000F1E72" w:rsidRDefault="000F1E72" w:rsidP="000F1E72">
      <w:pPr>
        <w:rPr>
          <w:rFonts w:ascii="Marianne Medium" w:eastAsia="Calibri" w:hAnsi="Marianne Medium" w:cs="Arial"/>
          <w:color w:val="F29C52"/>
          <w:sz w:val="26"/>
          <w:szCs w:val="26"/>
        </w:rPr>
      </w:pPr>
    </w:p>
    <w:p w14:paraId="720A7B85" w14:textId="7E7755C5" w:rsidR="000F1E72" w:rsidRDefault="000F1E72" w:rsidP="000F1E72">
      <w:pPr>
        <w:rPr>
          <w:rFonts w:ascii="Marianne Medium" w:eastAsia="Calibri" w:hAnsi="Marianne Medium" w:cs="Arial"/>
          <w:color w:val="F29C52"/>
          <w:sz w:val="26"/>
          <w:szCs w:val="26"/>
        </w:rPr>
      </w:pPr>
      <w:r>
        <w:rPr>
          <w:rFonts w:ascii="Marianne Medium" w:eastAsia="Calibri" w:hAnsi="Marianne Medium" w:cs="Arial"/>
          <w:color w:val="F29C52"/>
          <w:sz w:val="26"/>
          <w:szCs w:val="26"/>
        </w:rPr>
        <w:t>Annexe 10 : exercices pour la séance 10</w:t>
      </w:r>
      <w:r w:rsidRPr="000F1E72">
        <w:rPr>
          <w:rFonts w:ascii="Marianne Medium" w:eastAsia="Calibri" w:hAnsi="Marianne Medium" w:cs="Arial"/>
          <w:color w:val="F29C52"/>
          <w:sz w:val="26"/>
          <w:szCs w:val="26"/>
        </w:rPr>
        <w:t xml:space="preserve"> (séance courte, calcul mental)</w:t>
      </w:r>
    </w:p>
    <w:p w14:paraId="1A62DE97" w14:textId="0E73B866" w:rsidR="00ED79B1" w:rsidRPr="00F010EA" w:rsidRDefault="00ED79B1" w:rsidP="00ED79B1">
      <w:r>
        <w:t>Les exercices de la séance 10 s’appuie</w:t>
      </w:r>
      <w:r w:rsidR="008F38FE">
        <w:t>nt</w:t>
      </w:r>
      <w:bookmarkStart w:id="0" w:name="_GoBack"/>
      <w:bookmarkEnd w:id="0"/>
      <w:r>
        <w:t xml:space="preserve"> sur l’album de littérature de jeunesse </w:t>
      </w:r>
      <w:r>
        <w:rPr>
          <w:i/>
        </w:rPr>
        <w:t xml:space="preserve">L’Afrique de Zigomar </w:t>
      </w:r>
      <w:r>
        <w:t>de Philippe Corentin paru dans la collection les lutins de l’Ecole des loisirs, 2023.</w:t>
      </w:r>
    </w:p>
    <w:p w14:paraId="43226AAA" w14:textId="77777777" w:rsidR="00ED79B1" w:rsidRDefault="00ED79B1" w:rsidP="000F1E72">
      <w:pPr>
        <w:rPr>
          <w:rFonts w:ascii="Marianne Medium" w:eastAsia="Calibri" w:hAnsi="Marianne Medium" w:cs="Arial"/>
          <w:color w:val="F29C52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76"/>
      </w:tblGrid>
      <w:tr w:rsidR="00ED79B1" w:rsidRPr="00003F94" w14:paraId="5185CB9F" w14:textId="77777777" w:rsidTr="00ED79B1">
        <w:tc>
          <w:tcPr>
            <w:tcW w:w="6776" w:type="dxa"/>
          </w:tcPr>
          <w:p w14:paraId="22EE1413" w14:textId="0446553D" w:rsidR="00ED79B1" w:rsidRPr="00003F94" w:rsidRDefault="00ED79B1" w:rsidP="00585538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1.</w:t>
            </w:r>
          </w:p>
          <w:p w14:paraId="2284EB21" w14:textId="77777777" w:rsidR="00ED79B1" w:rsidRPr="00003F94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cigognes sont de retour après leur hiver en Afrique !</w:t>
            </w:r>
          </w:p>
          <w:p w14:paraId="603D1CBD" w14:textId="36CD8876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 matin, Zigomar en a compté 123.</w:t>
            </w:r>
          </w:p>
          <w:p w14:paraId="23847101" w14:textId="668BC35A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la journée, 100 nouvelles cigognes sont arrivées.</w:t>
            </w:r>
          </w:p>
          <w:p w14:paraId="2AEFEDE2" w14:textId="75C33B37" w:rsidR="00ED79B1" w:rsidRPr="00003F94" w:rsidRDefault="00ED79B1" w:rsidP="0051617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cigognes y a-t-il ce soir ?</w:t>
            </w:r>
          </w:p>
        </w:tc>
      </w:tr>
      <w:tr w:rsidR="00ED79B1" w:rsidRPr="00003F94" w14:paraId="521BF4D0" w14:textId="77777777" w:rsidTr="00ED79B1">
        <w:tc>
          <w:tcPr>
            <w:tcW w:w="6776" w:type="dxa"/>
          </w:tcPr>
          <w:p w14:paraId="14E16868" w14:textId="60C7901B" w:rsidR="00ED79B1" w:rsidRPr="00003F94" w:rsidRDefault="00ED79B1" w:rsidP="00585538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2</w:t>
            </w:r>
          </w:p>
          <w:p w14:paraId="266F28DC" w14:textId="0A0D53AE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hirondelles sont de retour après leur hiver en Afrique !</w:t>
            </w:r>
          </w:p>
          <w:p w14:paraId="117F59EA" w14:textId="1387DFB2" w:rsidR="00ED79B1" w:rsidRPr="00003F94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 matin, Zigomar les a comptées, mais il ne souvient plus du nombre qu’il a trouvé.</w:t>
            </w:r>
          </w:p>
          <w:p w14:paraId="33C5FF84" w14:textId="0A2B6709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Dans la journée, 10 nouvelles hirondelles sont arrivées. </w:t>
            </w:r>
          </w:p>
          <w:p w14:paraId="5DA91F40" w14:textId="676DD260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 soir, il y a maintenant 120 hirondelles.</w:t>
            </w:r>
          </w:p>
          <w:p w14:paraId="3C20D1C3" w14:textId="5E366B26" w:rsidR="00ED79B1" w:rsidRPr="00003F94" w:rsidRDefault="00ED79B1" w:rsidP="0051617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d’hirondelles étaient déjà là ce matin ?</w:t>
            </w:r>
          </w:p>
        </w:tc>
      </w:tr>
      <w:tr w:rsidR="00ED79B1" w:rsidRPr="00003F94" w14:paraId="65638BA8" w14:textId="77777777" w:rsidTr="00ED79B1">
        <w:tc>
          <w:tcPr>
            <w:tcW w:w="6776" w:type="dxa"/>
          </w:tcPr>
          <w:p w14:paraId="158BBAA3" w14:textId="077FAF68" w:rsidR="00ED79B1" w:rsidRDefault="00ED79B1" w:rsidP="00585538">
            <w:pPr>
              <w:spacing w:after="0"/>
              <w:rPr>
                <w:rFonts w:ascii="Arial" w:hAnsi="Arial" w:cs="Arial"/>
                <w:b/>
              </w:rPr>
            </w:pPr>
            <w:r w:rsidRPr="00003F94">
              <w:rPr>
                <w:rFonts w:ascii="Arial" w:hAnsi="Arial" w:cs="Arial"/>
                <w:b/>
              </w:rPr>
              <w:t>Problème 3</w:t>
            </w:r>
          </w:p>
          <w:p w14:paraId="4878E240" w14:textId="4DE82E8A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oies sont de retour après leur hiver en Afrique !</w:t>
            </w:r>
          </w:p>
          <w:p w14:paraId="5F4E37D3" w14:textId="3DFADAC3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 matin, Zigomar en a compté 240.</w:t>
            </w:r>
          </w:p>
          <w:p w14:paraId="06EB34A4" w14:textId="2F4DD627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la journée, de nouvelles oies sont arrivées.</w:t>
            </w:r>
          </w:p>
          <w:p w14:paraId="79AB442C" w14:textId="02B73E36" w:rsidR="00ED79B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 soir, il y a maintenant 300 oies.</w:t>
            </w:r>
          </w:p>
          <w:p w14:paraId="48B5113F" w14:textId="322C1216" w:rsidR="00ED79B1" w:rsidRPr="00203FC1" w:rsidRDefault="00ED79B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d’oies sont arrivées dans la journée</w:t>
            </w:r>
            <w:r>
              <w:rPr>
                <w:rFonts w:hint="eastAsia"/>
              </w:rPr>
              <w:t> </w:t>
            </w:r>
            <w:r>
              <w:rPr>
                <w:rFonts w:ascii="Arial" w:hAnsi="Arial" w:cs="Arial"/>
              </w:rPr>
              <w:t>?</w:t>
            </w:r>
          </w:p>
        </w:tc>
      </w:tr>
    </w:tbl>
    <w:p w14:paraId="17319EB8" w14:textId="77777777" w:rsidR="000F1E72" w:rsidRDefault="000F1E72" w:rsidP="000F1E72">
      <w:pPr>
        <w:spacing w:after="160" w:line="259" w:lineRule="auto"/>
      </w:pPr>
    </w:p>
    <w:p w14:paraId="2FF71507" w14:textId="68EFBBED" w:rsidR="00A65C3C" w:rsidRDefault="00A65C3C" w:rsidP="00ED79B1">
      <w:pPr>
        <w:spacing w:after="160" w:line="259" w:lineRule="auto"/>
        <w:rPr>
          <w:rFonts w:ascii="Marianne Medium" w:eastAsia="Calibri" w:hAnsi="Marianne Medium" w:cs="Arial"/>
          <w:color w:val="F29C52"/>
          <w:sz w:val="26"/>
          <w:szCs w:val="26"/>
        </w:rPr>
      </w:pPr>
      <w:r>
        <w:rPr>
          <w:rFonts w:ascii="Marianne Medium" w:eastAsia="Calibri" w:hAnsi="Marianne Medium" w:cs="Arial"/>
          <w:color w:val="F29C52"/>
          <w:sz w:val="26"/>
          <w:szCs w:val="26"/>
        </w:rPr>
        <w:br w:type="page"/>
      </w:r>
      <w:r w:rsidR="000F1E72">
        <w:rPr>
          <w:rFonts w:ascii="Marianne Medium" w:eastAsia="Calibri" w:hAnsi="Marianne Medium" w:cs="Arial"/>
          <w:color w:val="F29C52"/>
          <w:sz w:val="26"/>
          <w:szCs w:val="26"/>
        </w:rPr>
        <w:lastRenderedPageBreak/>
        <w:t xml:space="preserve">Annexe 11 : exercices pour la séance 11 (séance longue, calcul posé)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F7BC8" w14:paraId="2B45AE6D" w14:textId="77777777" w:rsidTr="00585538">
        <w:tc>
          <w:tcPr>
            <w:tcW w:w="9067" w:type="dxa"/>
          </w:tcPr>
          <w:p w14:paraId="2D954D0B" w14:textId="77777777" w:rsidR="00CF7BC8" w:rsidRDefault="00CF7BC8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1</w:t>
            </w:r>
          </w:p>
          <w:p w14:paraId="7D5079DD" w14:textId="0C56655E" w:rsidR="002D2ADA" w:rsidRDefault="002D2ADA" w:rsidP="002D2AD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Léo collectionne les chaussettes. </w:t>
            </w:r>
          </w:p>
          <w:p w14:paraId="7DF5AD30" w14:textId="36A3BFCD" w:rsidR="002D2ADA" w:rsidRDefault="002D2ADA" w:rsidP="002D2AD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Hier, Léo avait </w:t>
            </w:r>
            <w:r w:rsidR="0030318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98 chaussettes. </w:t>
            </w:r>
          </w:p>
          <w:p w14:paraId="58BCE582" w14:textId="01232CA3" w:rsidR="00CF7BC8" w:rsidRDefault="002D2ADA" w:rsidP="002D2AD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Aujourd’hui, Simone </w:t>
            </w:r>
            <w:r w:rsidR="00203FC1">
              <w:rPr>
                <w:rFonts w:ascii="Arial" w:hAnsi="Arial" w:cs="Arial"/>
              </w:rPr>
              <w:t>a donné</w:t>
            </w:r>
            <w:r>
              <w:rPr>
                <w:rFonts w:ascii="Arial" w:hAnsi="Arial" w:cs="Arial"/>
              </w:rPr>
              <w:t xml:space="preserve"> à Léo 46 chaussettes. </w:t>
            </w:r>
          </w:p>
          <w:p w14:paraId="0BC54DC8" w14:textId="11E904FD" w:rsidR="002D2ADA" w:rsidRPr="00D170A2" w:rsidRDefault="002D2ADA" w:rsidP="002D2ADA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de chaussettes Léo a-t-il maintenant ? </w:t>
            </w:r>
          </w:p>
        </w:tc>
      </w:tr>
      <w:tr w:rsidR="00CF7BC8" w14:paraId="02BF4CE3" w14:textId="77777777" w:rsidTr="00585538">
        <w:tc>
          <w:tcPr>
            <w:tcW w:w="9067" w:type="dxa"/>
          </w:tcPr>
          <w:p w14:paraId="2B414AFD" w14:textId="77777777" w:rsidR="00CF7BC8" w:rsidRDefault="00CF7BC8" w:rsidP="00585538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2</w:t>
            </w:r>
          </w:p>
          <w:p w14:paraId="67657954" w14:textId="22350750" w:rsidR="002D2ADA" w:rsidRDefault="002D2ADA" w:rsidP="002D2AD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Léa collectionne les bonnets. </w:t>
            </w:r>
          </w:p>
          <w:p w14:paraId="1105A0B9" w14:textId="77777777" w:rsidR="00203FC1" w:rsidRDefault="00203FC1" w:rsidP="002D2AD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Aujourd’hui, </w:t>
            </w:r>
            <w:r w:rsidR="002D2ADA">
              <w:rPr>
                <w:rFonts w:ascii="Arial" w:hAnsi="Arial" w:cs="Arial"/>
              </w:rPr>
              <w:t xml:space="preserve">Marcel </w:t>
            </w:r>
            <w:r>
              <w:rPr>
                <w:rFonts w:ascii="Arial" w:hAnsi="Arial" w:cs="Arial"/>
              </w:rPr>
              <w:t>a donné</w:t>
            </w:r>
            <w:r w:rsidR="002D2ADA">
              <w:rPr>
                <w:rFonts w:ascii="Arial" w:hAnsi="Arial" w:cs="Arial"/>
              </w:rPr>
              <w:t xml:space="preserve"> à Léa 24 bonnets. </w:t>
            </w:r>
          </w:p>
          <w:p w14:paraId="30D4F99B" w14:textId="1D98FBEE" w:rsidR="00CF7BC8" w:rsidRDefault="002D2ADA" w:rsidP="002D2AD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Léa a maintenant 56 bonnets.</w:t>
            </w:r>
          </w:p>
          <w:p w14:paraId="14C91F37" w14:textId="00AFE1FE" w:rsidR="002D2ADA" w:rsidRPr="00D170A2" w:rsidRDefault="002D2ADA" w:rsidP="00203FC1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de bonnets Léa avait-elle </w:t>
            </w:r>
            <w:r w:rsidR="00203FC1">
              <w:rPr>
                <w:rFonts w:ascii="Arial" w:hAnsi="Arial" w:cs="Arial"/>
              </w:rPr>
              <w:t>hier </w:t>
            </w:r>
            <w:r>
              <w:rPr>
                <w:rFonts w:ascii="Arial" w:hAnsi="Arial" w:cs="Arial"/>
              </w:rPr>
              <w:t>?</w:t>
            </w:r>
          </w:p>
        </w:tc>
      </w:tr>
      <w:tr w:rsidR="00CF7BC8" w14:paraId="01EDEFD0" w14:textId="77777777" w:rsidTr="00585538">
        <w:tc>
          <w:tcPr>
            <w:tcW w:w="9067" w:type="dxa"/>
          </w:tcPr>
          <w:p w14:paraId="7FF55403" w14:textId="2CA33E02" w:rsidR="00CF7BC8" w:rsidRDefault="00CF7BC8" w:rsidP="00585538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3</w:t>
            </w:r>
          </w:p>
          <w:p w14:paraId="2ED02209" w14:textId="68AEFBAC" w:rsidR="002D2ADA" w:rsidRDefault="002D2ADA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Gustave collectionne les cravates.</w:t>
            </w:r>
          </w:p>
          <w:p w14:paraId="1BF9F6E3" w14:textId="1E01C297" w:rsidR="002D2ADA" w:rsidRDefault="002D2ADA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Hier, Gustave avait 123 cravates. </w:t>
            </w:r>
          </w:p>
          <w:p w14:paraId="4492E4A9" w14:textId="6DE6FC62" w:rsidR="002D2ADA" w:rsidRDefault="00203FC1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Aujourd’hui</w:t>
            </w:r>
            <w:r w:rsidR="002D2ADA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Lucas</w:t>
            </w:r>
            <w:r w:rsidR="002D2ADA">
              <w:rPr>
                <w:rFonts w:ascii="Arial" w:hAnsi="Arial" w:cs="Arial"/>
              </w:rPr>
              <w:t xml:space="preserve"> lui a donné des cravates.</w:t>
            </w:r>
          </w:p>
          <w:p w14:paraId="0A3BAA31" w14:textId="33197473" w:rsidR="002D2ADA" w:rsidRDefault="002D2ADA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Gustave a maintenant 145 cravates.</w:t>
            </w:r>
          </w:p>
          <w:p w14:paraId="3081E2FE" w14:textId="6AE64154" w:rsidR="00CF7BC8" w:rsidRPr="00D170A2" w:rsidRDefault="002D2ADA" w:rsidP="00203FC1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de cravates </w:t>
            </w:r>
            <w:r w:rsidR="00203FC1">
              <w:rPr>
                <w:rFonts w:ascii="Arial" w:hAnsi="Arial" w:cs="Arial"/>
              </w:rPr>
              <w:t>Lucas a-t-il</w:t>
            </w:r>
            <w:r>
              <w:rPr>
                <w:rFonts w:ascii="Arial" w:hAnsi="Arial" w:cs="Arial"/>
              </w:rPr>
              <w:t xml:space="preserve"> données à Gustave ?</w:t>
            </w:r>
          </w:p>
        </w:tc>
      </w:tr>
      <w:tr w:rsidR="00CF7BC8" w14:paraId="487B16B4" w14:textId="77777777" w:rsidTr="00585538">
        <w:tc>
          <w:tcPr>
            <w:tcW w:w="9067" w:type="dxa"/>
          </w:tcPr>
          <w:p w14:paraId="2015ACC2" w14:textId="77777777" w:rsidR="00CF7BC8" w:rsidRDefault="00CF7BC8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4</w:t>
            </w:r>
          </w:p>
          <w:p w14:paraId="1EF740BD" w14:textId="572F8C80" w:rsidR="00CF7BC8" w:rsidRDefault="00CC4D1C" w:rsidP="00CC4D1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Gustave a 145 cravates. C’est trop ! Elles ne rentrent plus dans son placard !</w:t>
            </w:r>
          </w:p>
          <w:p w14:paraId="08CC538C" w14:textId="1418563A" w:rsidR="00CC4D1C" w:rsidRDefault="00CC4D1C" w:rsidP="00CC4D1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donne 36 cravates à Léonard.</w:t>
            </w:r>
          </w:p>
          <w:p w14:paraId="2E13CBB8" w14:textId="6A1BA47B" w:rsidR="00CC4D1C" w:rsidRPr="000A6726" w:rsidRDefault="00CC4D1C" w:rsidP="00CC4D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cravates Gustave a-t-il maintenant ?</w:t>
            </w:r>
          </w:p>
        </w:tc>
      </w:tr>
      <w:tr w:rsidR="00CF7BC8" w14:paraId="5B90BC36" w14:textId="77777777" w:rsidTr="00585538">
        <w:tc>
          <w:tcPr>
            <w:tcW w:w="9067" w:type="dxa"/>
          </w:tcPr>
          <w:p w14:paraId="3522CE75" w14:textId="5D883D1D" w:rsidR="00CF7BC8" w:rsidRDefault="00CF7BC8" w:rsidP="0058553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5</w:t>
            </w:r>
          </w:p>
          <w:p w14:paraId="4E9D644A" w14:textId="5F064457" w:rsidR="00CC4D1C" w:rsidRPr="00CC4D1C" w:rsidRDefault="00CC4D1C" w:rsidP="005855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Léa avait 56 bonnets.</w:t>
            </w:r>
          </w:p>
          <w:p w14:paraId="0D0171F9" w14:textId="32A181D8" w:rsidR="00CC4D1C" w:rsidRDefault="00CC4D1C" w:rsidP="00CC4D1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</w:t>
            </w:r>
            <w:r w:rsidR="00203FC1">
              <w:rPr>
                <w:rFonts w:ascii="Arial" w:hAnsi="Arial" w:cs="Arial"/>
              </w:rPr>
              <w:t>r son anniversaire, ses amis lui offrent</w:t>
            </w:r>
            <w:r>
              <w:rPr>
                <w:rFonts w:ascii="Arial" w:hAnsi="Arial" w:cs="Arial"/>
              </w:rPr>
              <w:t xml:space="preserve"> 12 cravates, 46 chaussettes et 44 bonnets.</w:t>
            </w:r>
          </w:p>
          <w:p w14:paraId="50EAD240" w14:textId="0777A723" w:rsidR="00CC4D1C" w:rsidRPr="000A6726" w:rsidRDefault="00CC4D1C" w:rsidP="0030318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bo</w:t>
            </w:r>
            <w:r w:rsidR="0030318F">
              <w:rPr>
                <w:rFonts w:ascii="Arial" w:hAnsi="Arial" w:cs="Arial"/>
              </w:rPr>
              <w:t>nnets Léa a-t-elle maintenant ?</w:t>
            </w:r>
          </w:p>
        </w:tc>
      </w:tr>
    </w:tbl>
    <w:p w14:paraId="63734CA9" w14:textId="5950DB24" w:rsidR="00E4660C" w:rsidRDefault="00E4660C">
      <w:pPr>
        <w:spacing w:after="160" w:line="259" w:lineRule="auto"/>
      </w:pPr>
    </w:p>
    <w:p w14:paraId="5A41382B" w14:textId="25539CC9" w:rsidR="000F1E72" w:rsidRDefault="000F1E72" w:rsidP="000F1E72">
      <w:pPr>
        <w:rPr>
          <w:rFonts w:ascii="Marianne Medium" w:eastAsia="Calibri" w:hAnsi="Marianne Medium" w:cs="Arial"/>
          <w:color w:val="F29C52"/>
          <w:sz w:val="26"/>
          <w:szCs w:val="26"/>
        </w:rPr>
      </w:pPr>
      <w:r>
        <w:rPr>
          <w:rFonts w:ascii="Marianne Medium" w:eastAsia="Calibri" w:hAnsi="Marianne Medium" w:cs="Arial"/>
          <w:color w:val="F29C52"/>
          <w:sz w:val="26"/>
          <w:szCs w:val="26"/>
        </w:rPr>
        <w:t xml:space="preserve">Annexe 12 : exercices pour l’évaluation finale (séance longue, calcul posé)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962E0" w14:paraId="6417A3F2" w14:textId="77777777" w:rsidTr="001962E0">
        <w:tc>
          <w:tcPr>
            <w:tcW w:w="9067" w:type="dxa"/>
          </w:tcPr>
          <w:p w14:paraId="42ED9153" w14:textId="77777777" w:rsidR="001962E0" w:rsidRDefault="001962E0" w:rsidP="001962E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1</w:t>
            </w:r>
          </w:p>
          <w:p w14:paraId="538D02CA" w14:textId="7E592BB2" w:rsidR="001962E0" w:rsidRDefault="0030318F" w:rsidP="001962E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Hier, Lou</w:t>
            </w:r>
            <w:r w:rsidR="001962E0">
              <w:rPr>
                <w:rFonts w:ascii="Arial" w:hAnsi="Arial" w:cs="Arial"/>
              </w:rPr>
              <w:t xml:space="preserve"> avait </w:t>
            </w:r>
            <w:r>
              <w:rPr>
                <w:rFonts w:ascii="Arial" w:hAnsi="Arial" w:cs="Arial"/>
              </w:rPr>
              <w:t>1</w:t>
            </w:r>
            <w:r w:rsidR="001962E0">
              <w:rPr>
                <w:rFonts w:ascii="Arial" w:hAnsi="Arial" w:cs="Arial"/>
              </w:rPr>
              <w:t xml:space="preserve">96 billes. </w:t>
            </w:r>
          </w:p>
          <w:p w14:paraId="63B0E6B5" w14:textId="43FE278B" w:rsidR="001962E0" w:rsidRDefault="001962E0" w:rsidP="001962E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Aujourd’hui, </w:t>
            </w:r>
            <w:r w:rsidR="0030318F">
              <w:rPr>
                <w:rFonts w:ascii="Arial" w:hAnsi="Arial" w:cs="Arial"/>
              </w:rPr>
              <w:t>Tom a donné à Lou 24 billes.</w:t>
            </w:r>
            <w:r>
              <w:rPr>
                <w:rFonts w:ascii="Arial" w:hAnsi="Arial" w:cs="Arial"/>
              </w:rPr>
              <w:t xml:space="preserve"> </w:t>
            </w:r>
          </w:p>
          <w:p w14:paraId="148F9A1A" w14:textId="08353C3E" w:rsidR="001962E0" w:rsidRPr="00D170A2" w:rsidRDefault="001962E0" w:rsidP="0030318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de </w:t>
            </w:r>
            <w:r w:rsidR="0030318F">
              <w:rPr>
                <w:rFonts w:ascii="Arial" w:hAnsi="Arial" w:cs="Arial"/>
              </w:rPr>
              <w:t>billes</w:t>
            </w:r>
            <w:r>
              <w:rPr>
                <w:rFonts w:ascii="Arial" w:hAnsi="Arial" w:cs="Arial"/>
              </w:rPr>
              <w:t xml:space="preserve"> </w:t>
            </w:r>
            <w:r w:rsidR="0030318F">
              <w:rPr>
                <w:rFonts w:ascii="Arial" w:hAnsi="Arial" w:cs="Arial"/>
              </w:rPr>
              <w:t>Lou a-t-elle</w:t>
            </w:r>
            <w:r>
              <w:rPr>
                <w:rFonts w:ascii="Arial" w:hAnsi="Arial" w:cs="Arial"/>
              </w:rPr>
              <w:t xml:space="preserve"> maintenant ? </w:t>
            </w:r>
          </w:p>
        </w:tc>
      </w:tr>
      <w:tr w:rsidR="001962E0" w14:paraId="5640C6F9" w14:textId="77777777" w:rsidTr="001962E0">
        <w:tc>
          <w:tcPr>
            <w:tcW w:w="9067" w:type="dxa"/>
          </w:tcPr>
          <w:p w14:paraId="79F96635" w14:textId="4B8A384F" w:rsidR="001962E0" w:rsidRDefault="001962E0" w:rsidP="001962E0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2</w:t>
            </w:r>
          </w:p>
          <w:p w14:paraId="3562324C" w14:textId="65FC5D57" w:rsidR="0030318F" w:rsidRDefault="0030318F" w:rsidP="001962E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y avait 245 oies dans le pré. </w:t>
            </w:r>
          </w:p>
          <w:p w14:paraId="4156EB76" w14:textId="77777777" w:rsidR="0030318F" w:rsidRDefault="0030318F" w:rsidP="001962E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137 oies se sont envolées. </w:t>
            </w:r>
          </w:p>
          <w:p w14:paraId="0D497601" w14:textId="436BAE55" w:rsidR="0030318F" w:rsidRPr="0030318F" w:rsidRDefault="0030318F" w:rsidP="003031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Combien d’oies y a-t-il dans le pré maintenant ?</w:t>
            </w:r>
          </w:p>
        </w:tc>
      </w:tr>
      <w:tr w:rsidR="001962E0" w14:paraId="7AD90D82" w14:textId="77777777" w:rsidTr="001962E0">
        <w:tc>
          <w:tcPr>
            <w:tcW w:w="9067" w:type="dxa"/>
          </w:tcPr>
          <w:p w14:paraId="0E1E2AA8" w14:textId="15B57F38" w:rsidR="001962E0" w:rsidRDefault="001962E0" w:rsidP="001962E0">
            <w:pPr>
              <w:spacing w:after="0"/>
              <w:rPr>
                <w:rFonts w:ascii="Arial" w:hAnsi="Arial" w:cs="Arial"/>
                <w:b/>
              </w:rPr>
            </w:pPr>
            <w:r w:rsidRPr="00D170A2">
              <w:rPr>
                <w:rFonts w:ascii="Arial" w:hAnsi="Arial" w:cs="Arial"/>
                <w:b/>
              </w:rPr>
              <w:t>Problème 3</w:t>
            </w:r>
          </w:p>
          <w:p w14:paraId="6EDE3B57" w14:textId="42A015A0" w:rsidR="005A5D89" w:rsidRPr="005A5D89" w:rsidRDefault="005A5D89" w:rsidP="001962E0">
            <w:pPr>
              <w:spacing w:after="0"/>
              <w:rPr>
                <w:rFonts w:ascii="Arial" w:hAnsi="Arial" w:cs="Arial"/>
              </w:rPr>
            </w:pPr>
            <w:r w:rsidRPr="005A5D89">
              <w:rPr>
                <w:rFonts w:ascii="Arial" w:hAnsi="Arial" w:cs="Arial"/>
              </w:rPr>
              <w:t>Ce matin, Léa avait des billes.</w:t>
            </w:r>
          </w:p>
          <w:p w14:paraId="150BD962" w14:textId="760568FE" w:rsidR="0030318F" w:rsidRDefault="005A5D89" w:rsidP="0030318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la journée,</w:t>
            </w:r>
            <w:r w:rsidR="0030318F">
              <w:rPr>
                <w:rFonts w:ascii="Arial" w:hAnsi="Arial" w:cs="Arial"/>
              </w:rPr>
              <w:t xml:space="preserve"> </w:t>
            </w:r>
            <w:r w:rsidR="00E10301">
              <w:rPr>
                <w:rFonts w:ascii="Arial" w:hAnsi="Arial" w:cs="Arial"/>
              </w:rPr>
              <w:t>Léa</w:t>
            </w:r>
            <w:r w:rsidR="00D72635">
              <w:rPr>
                <w:rFonts w:ascii="Arial" w:hAnsi="Arial" w:cs="Arial"/>
              </w:rPr>
              <w:t xml:space="preserve"> a gagné 32</w:t>
            </w:r>
            <w:r w:rsidR="00E10301">
              <w:rPr>
                <w:rFonts w:ascii="Arial" w:hAnsi="Arial" w:cs="Arial"/>
              </w:rPr>
              <w:t xml:space="preserve"> billes</w:t>
            </w:r>
            <w:r w:rsidR="0030318F">
              <w:rPr>
                <w:rFonts w:ascii="Arial" w:hAnsi="Arial" w:cs="Arial"/>
              </w:rPr>
              <w:t>.</w:t>
            </w:r>
          </w:p>
          <w:p w14:paraId="029F4AAA" w14:textId="22D7954B" w:rsidR="0030318F" w:rsidRDefault="00E10301" w:rsidP="0030318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Elle a maintenant 165 billes</w:t>
            </w:r>
            <w:r w:rsidR="0030318F">
              <w:rPr>
                <w:rFonts w:ascii="Arial" w:hAnsi="Arial" w:cs="Arial"/>
              </w:rPr>
              <w:t xml:space="preserve">. </w:t>
            </w:r>
          </w:p>
          <w:p w14:paraId="22964B72" w14:textId="65A9B548" w:rsidR="0030318F" w:rsidRPr="00D170A2" w:rsidRDefault="0030318F" w:rsidP="0030318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</w:t>
            </w:r>
            <w:r w:rsidR="00E10301">
              <w:rPr>
                <w:rFonts w:ascii="Arial" w:hAnsi="Arial" w:cs="Arial"/>
              </w:rPr>
              <w:t>e billes Léa avait-elle</w:t>
            </w:r>
            <w:r>
              <w:rPr>
                <w:rFonts w:ascii="Arial" w:hAnsi="Arial" w:cs="Arial"/>
              </w:rPr>
              <w:t xml:space="preserve"> ce matin ?</w:t>
            </w:r>
          </w:p>
        </w:tc>
      </w:tr>
      <w:tr w:rsidR="001962E0" w14:paraId="62940728" w14:textId="77777777" w:rsidTr="001962E0">
        <w:tc>
          <w:tcPr>
            <w:tcW w:w="9067" w:type="dxa"/>
          </w:tcPr>
          <w:p w14:paraId="73E81DCC" w14:textId="126A71AC" w:rsidR="001962E0" w:rsidRDefault="001962E0" w:rsidP="001962E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4</w:t>
            </w:r>
          </w:p>
          <w:p w14:paraId="18977F18" w14:textId="06E2B6A2" w:rsidR="005A5D89" w:rsidRPr="005A5D89" w:rsidRDefault="005A5D89" w:rsidP="001962E0">
            <w:pPr>
              <w:spacing w:after="0"/>
              <w:rPr>
                <w:rFonts w:ascii="Arial" w:hAnsi="Arial" w:cs="Arial"/>
              </w:rPr>
            </w:pPr>
            <w:r w:rsidRPr="005A5D89">
              <w:rPr>
                <w:rFonts w:ascii="Arial" w:hAnsi="Arial" w:cs="Arial"/>
              </w:rPr>
              <w:t>Ce matin, Adam avait des images.</w:t>
            </w:r>
          </w:p>
          <w:p w14:paraId="1E2202FA" w14:textId="7FB4F2C6" w:rsidR="00E10301" w:rsidRDefault="005A5D89" w:rsidP="00E1030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la journée</w:t>
            </w:r>
            <w:r w:rsidR="00E10301">
              <w:rPr>
                <w:rFonts w:ascii="Arial" w:hAnsi="Arial" w:cs="Arial"/>
              </w:rPr>
              <w:t>, Adam a donné 35 images à ses copains.</w:t>
            </w:r>
          </w:p>
          <w:p w14:paraId="19D90498" w14:textId="211B5C14" w:rsidR="00E10301" w:rsidRDefault="00E10301" w:rsidP="00E1030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a maintenant 217 images. </w:t>
            </w:r>
          </w:p>
          <w:p w14:paraId="6B98DE46" w14:textId="3591F18B" w:rsidR="001962E0" w:rsidRPr="000A6726" w:rsidRDefault="00E10301" w:rsidP="00E10301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d’images Adam avait-il ce matin ?</w:t>
            </w:r>
          </w:p>
        </w:tc>
      </w:tr>
    </w:tbl>
    <w:p w14:paraId="0DF3D590" w14:textId="77777777" w:rsidR="000F1E72" w:rsidRDefault="000F1E72" w:rsidP="00ED79B1">
      <w:pPr>
        <w:spacing w:after="160" w:line="259" w:lineRule="auto"/>
      </w:pPr>
    </w:p>
    <w:sectPr w:rsidR="000F1E72" w:rsidSect="00FB5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DEB07B" w16cex:dateUtc="2025-05-26T07:18:00Z"/>
  <w16cex:commentExtensible w16cex:durableId="2BDEFF2F" w16cex:dateUtc="2025-05-26T12:54:00Z"/>
  <w16cex:commentExtensible w16cex:durableId="2BDEC3FF" w16cex:dateUtc="2025-05-26T08:42:00Z"/>
  <w16cex:commentExtensible w16cex:durableId="2BDEC658" w16cex:dateUtc="2025-05-26T08:52:00Z"/>
  <w16cex:commentExtensible w16cex:durableId="2BDED191" w16cex:dateUtc="2025-05-26T09:40:00Z"/>
  <w16cex:commentExtensible w16cex:durableId="2BDED359" w16cex:dateUtc="2025-05-26T0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241A3A" w16cid:durableId="2BDEB07B"/>
  <w16cid:commentId w16cid:paraId="340305D8" w16cid:durableId="2BDEFF2F"/>
  <w16cid:commentId w16cid:paraId="5AA876DA" w16cid:durableId="2BDEC3FF"/>
  <w16cid:commentId w16cid:paraId="74B33B3B" w16cid:durableId="2BDEC658"/>
  <w16cid:commentId w16cid:paraId="2F9ADFD0" w16cid:durableId="2BDED191"/>
  <w16cid:commentId w16cid:paraId="24354D61" w16cid:durableId="2BDED3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E18BC" w14:textId="77777777" w:rsidR="00B70189" w:rsidRDefault="00B70189" w:rsidP="00196C48">
      <w:pPr>
        <w:spacing w:after="0" w:line="240" w:lineRule="auto"/>
      </w:pPr>
      <w:r>
        <w:separator/>
      </w:r>
    </w:p>
  </w:endnote>
  <w:endnote w:type="continuationSeparator" w:id="0">
    <w:p w14:paraId="1C1355CD" w14:textId="77777777" w:rsidR="00B70189" w:rsidRDefault="00B70189" w:rsidP="0019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rianne Medium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INPro-Bold">
    <w:altName w:val="Corbe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7295D" w14:textId="77777777" w:rsidR="00B70189" w:rsidRDefault="00B70189" w:rsidP="00196C48">
      <w:pPr>
        <w:spacing w:after="0" w:line="240" w:lineRule="auto"/>
      </w:pPr>
      <w:r>
        <w:separator/>
      </w:r>
    </w:p>
  </w:footnote>
  <w:footnote w:type="continuationSeparator" w:id="0">
    <w:p w14:paraId="5400DC80" w14:textId="77777777" w:rsidR="00B70189" w:rsidRDefault="00B70189" w:rsidP="00196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5C6"/>
    <w:multiLevelType w:val="hybridMultilevel"/>
    <w:tmpl w:val="6C683B98"/>
    <w:lvl w:ilvl="0" w:tplc="0D468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E3524"/>
    <w:multiLevelType w:val="hybridMultilevel"/>
    <w:tmpl w:val="7478BEF2"/>
    <w:lvl w:ilvl="0" w:tplc="D300511A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F04567"/>
    <w:multiLevelType w:val="hybridMultilevel"/>
    <w:tmpl w:val="31B67C1E"/>
    <w:lvl w:ilvl="0" w:tplc="6E9A8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E33AB"/>
    <w:multiLevelType w:val="hybridMultilevel"/>
    <w:tmpl w:val="AD7AAD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738E8"/>
    <w:multiLevelType w:val="hybridMultilevel"/>
    <w:tmpl w:val="35AA0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45025"/>
    <w:multiLevelType w:val="hybridMultilevel"/>
    <w:tmpl w:val="BB2C41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24FEC"/>
    <w:multiLevelType w:val="hybridMultilevel"/>
    <w:tmpl w:val="AEE4FCCC"/>
    <w:lvl w:ilvl="0" w:tplc="0D468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6E091D"/>
    <w:multiLevelType w:val="multilevel"/>
    <w:tmpl w:val="9B56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E741C7"/>
    <w:multiLevelType w:val="hybridMultilevel"/>
    <w:tmpl w:val="68481A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866C4"/>
    <w:multiLevelType w:val="hybridMultilevel"/>
    <w:tmpl w:val="6B96D5B4"/>
    <w:lvl w:ilvl="0" w:tplc="913AC4B8">
      <w:start w:val="40"/>
      <w:numFmt w:val="bullet"/>
      <w:lvlText w:val="-"/>
      <w:lvlJc w:val="left"/>
      <w:pPr>
        <w:ind w:left="720" w:hanging="360"/>
      </w:pPr>
      <w:rPr>
        <w:rFonts w:ascii="Marianne Light" w:eastAsia="Calibri" w:hAnsi="Marianne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B52A8"/>
    <w:multiLevelType w:val="hybridMultilevel"/>
    <w:tmpl w:val="5FEC5E7A"/>
    <w:lvl w:ilvl="0" w:tplc="E0F80CD0">
      <w:numFmt w:val="bullet"/>
      <w:pStyle w:val="Listetableau"/>
      <w:lvlText w:val="•"/>
      <w:lvlJc w:val="left"/>
      <w:pPr>
        <w:ind w:left="415" w:hanging="137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FE549060"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2954FA0A"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1E1C91AA"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A114F6D6"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1D406DA8"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2A4CFCB8"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A87A0546"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9AF40EDA"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11" w15:restartNumberingAfterBreak="0">
    <w:nsid w:val="23413F12"/>
    <w:multiLevelType w:val="hybridMultilevel"/>
    <w:tmpl w:val="A5DC81B4"/>
    <w:lvl w:ilvl="0" w:tplc="D28CFE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0373F"/>
    <w:multiLevelType w:val="hybridMultilevel"/>
    <w:tmpl w:val="B01CBCB0"/>
    <w:lvl w:ilvl="0" w:tplc="696240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5C4706"/>
    <w:multiLevelType w:val="hybridMultilevel"/>
    <w:tmpl w:val="A50665E4"/>
    <w:lvl w:ilvl="0" w:tplc="A336C1F8">
      <w:start w:val="40"/>
      <w:numFmt w:val="bullet"/>
      <w:lvlText w:val="-"/>
      <w:lvlJc w:val="left"/>
      <w:pPr>
        <w:ind w:left="720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F31A6"/>
    <w:multiLevelType w:val="hybridMultilevel"/>
    <w:tmpl w:val="CD1083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876C8D"/>
    <w:multiLevelType w:val="hybridMultilevel"/>
    <w:tmpl w:val="2E4A57D0"/>
    <w:lvl w:ilvl="0" w:tplc="29F0247E">
      <w:start w:val="1"/>
      <w:numFmt w:val="bullet"/>
      <w:pStyle w:val="Tiretstableau"/>
      <w:lvlText w:val="-"/>
      <w:lvlJc w:val="left"/>
      <w:pPr>
        <w:ind w:left="360" w:hanging="360"/>
      </w:pPr>
      <w:rPr>
        <w:rFonts w:ascii="Marianne" w:hAnsi="Marianne" w:cs="Arial Black" w:hint="default"/>
        <w:bCs/>
        <w:iCs w:val="0"/>
        <w:color w:val="000091"/>
        <w:w w:val="2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D366B"/>
    <w:multiLevelType w:val="hybridMultilevel"/>
    <w:tmpl w:val="AB1CD00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5F6826"/>
    <w:multiLevelType w:val="hybridMultilevel"/>
    <w:tmpl w:val="620028A2"/>
    <w:lvl w:ilvl="0" w:tplc="5A7A5D4C">
      <w:numFmt w:val="bullet"/>
      <w:pStyle w:val="TM2"/>
      <w:lvlText w:val="•"/>
      <w:lvlJc w:val="left"/>
      <w:pPr>
        <w:ind w:left="644" w:hanging="360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7835FA2"/>
    <w:multiLevelType w:val="hybridMultilevel"/>
    <w:tmpl w:val="1D9656D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CCC3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39197B"/>
    <w:multiLevelType w:val="hybridMultilevel"/>
    <w:tmpl w:val="DAEAF9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277F3"/>
    <w:multiLevelType w:val="hybridMultilevel"/>
    <w:tmpl w:val="01602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B163D7C"/>
    <w:multiLevelType w:val="hybridMultilevel"/>
    <w:tmpl w:val="E2FA1BCE"/>
    <w:lvl w:ilvl="0" w:tplc="0DCCC3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0510C9"/>
    <w:multiLevelType w:val="hybridMultilevel"/>
    <w:tmpl w:val="06E00762"/>
    <w:lvl w:ilvl="0" w:tplc="D9AC3E8C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23"/>
  </w:num>
  <w:num w:numId="4">
    <w:abstractNumId w:val="10"/>
  </w:num>
  <w:num w:numId="5">
    <w:abstractNumId w:val="19"/>
  </w:num>
  <w:num w:numId="6">
    <w:abstractNumId w:val="16"/>
  </w:num>
  <w:num w:numId="7">
    <w:abstractNumId w:val="15"/>
  </w:num>
  <w:num w:numId="8">
    <w:abstractNumId w:val="21"/>
  </w:num>
  <w:num w:numId="9">
    <w:abstractNumId w:val="17"/>
  </w:num>
  <w:num w:numId="10">
    <w:abstractNumId w:val="13"/>
  </w:num>
  <w:num w:numId="11">
    <w:abstractNumId w:val="8"/>
  </w:num>
  <w:num w:numId="12">
    <w:abstractNumId w:val="24"/>
  </w:num>
  <w:num w:numId="13">
    <w:abstractNumId w:val="6"/>
  </w:num>
  <w:num w:numId="14">
    <w:abstractNumId w:val="0"/>
  </w:num>
  <w:num w:numId="15">
    <w:abstractNumId w:val="11"/>
  </w:num>
  <w:num w:numId="16">
    <w:abstractNumId w:val="7"/>
  </w:num>
  <w:num w:numId="17">
    <w:abstractNumId w:val="5"/>
  </w:num>
  <w:num w:numId="18">
    <w:abstractNumId w:val="2"/>
  </w:num>
  <w:num w:numId="19">
    <w:abstractNumId w:val="4"/>
  </w:num>
  <w:num w:numId="20">
    <w:abstractNumId w:val="3"/>
  </w:num>
  <w:num w:numId="21">
    <w:abstractNumId w:val="12"/>
  </w:num>
  <w:num w:numId="22">
    <w:abstractNumId w:val="9"/>
  </w:num>
  <w:num w:numId="23">
    <w:abstractNumId w:val="14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8"/>
  </w:num>
  <w:num w:numId="33">
    <w:abstractNumId w:val="1"/>
  </w:num>
  <w:num w:numId="34">
    <w:abstractNumId w:val="1"/>
  </w:num>
  <w:num w:numId="35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67"/>
    <w:rsid w:val="00001368"/>
    <w:rsid w:val="0000306C"/>
    <w:rsid w:val="00003C3C"/>
    <w:rsid w:val="00003F94"/>
    <w:rsid w:val="0000490E"/>
    <w:rsid w:val="00010181"/>
    <w:rsid w:val="000136B0"/>
    <w:rsid w:val="00014E76"/>
    <w:rsid w:val="00016593"/>
    <w:rsid w:val="00016CB2"/>
    <w:rsid w:val="000172D0"/>
    <w:rsid w:val="00021EF9"/>
    <w:rsid w:val="0002415B"/>
    <w:rsid w:val="000252A6"/>
    <w:rsid w:val="00034397"/>
    <w:rsid w:val="000439F8"/>
    <w:rsid w:val="000574BD"/>
    <w:rsid w:val="00063EC3"/>
    <w:rsid w:val="0006521D"/>
    <w:rsid w:val="00066758"/>
    <w:rsid w:val="00074244"/>
    <w:rsid w:val="00077996"/>
    <w:rsid w:val="000800FC"/>
    <w:rsid w:val="000843C5"/>
    <w:rsid w:val="0008722E"/>
    <w:rsid w:val="00087BA2"/>
    <w:rsid w:val="00094756"/>
    <w:rsid w:val="00096B7E"/>
    <w:rsid w:val="000A4CA9"/>
    <w:rsid w:val="000A6726"/>
    <w:rsid w:val="000A7483"/>
    <w:rsid w:val="000A7F90"/>
    <w:rsid w:val="000B5688"/>
    <w:rsid w:val="000B73FC"/>
    <w:rsid w:val="000C0478"/>
    <w:rsid w:val="000C0DF4"/>
    <w:rsid w:val="000C275D"/>
    <w:rsid w:val="000C3A70"/>
    <w:rsid w:val="000D09D3"/>
    <w:rsid w:val="000D1DD5"/>
    <w:rsid w:val="000D74BD"/>
    <w:rsid w:val="000D752D"/>
    <w:rsid w:val="000D7E0F"/>
    <w:rsid w:val="000E06BE"/>
    <w:rsid w:val="000E7F9B"/>
    <w:rsid w:val="000E7FC7"/>
    <w:rsid w:val="000F1E72"/>
    <w:rsid w:val="00101215"/>
    <w:rsid w:val="00101A35"/>
    <w:rsid w:val="00102AFC"/>
    <w:rsid w:val="00105EA1"/>
    <w:rsid w:val="0010751C"/>
    <w:rsid w:val="00110BF4"/>
    <w:rsid w:val="0011150B"/>
    <w:rsid w:val="00111C85"/>
    <w:rsid w:val="00112CAA"/>
    <w:rsid w:val="0011419D"/>
    <w:rsid w:val="00115BD9"/>
    <w:rsid w:val="00117447"/>
    <w:rsid w:val="0012218C"/>
    <w:rsid w:val="00126B3D"/>
    <w:rsid w:val="00133AF4"/>
    <w:rsid w:val="00134280"/>
    <w:rsid w:val="00134E95"/>
    <w:rsid w:val="00134FC3"/>
    <w:rsid w:val="0014099D"/>
    <w:rsid w:val="001447BC"/>
    <w:rsid w:val="001451B1"/>
    <w:rsid w:val="00150078"/>
    <w:rsid w:val="00150E0F"/>
    <w:rsid w:val="00154E46"/>
    <w:rsid w:val="00155B82"/>
    <w:rsid w:val="00163AC4"/>
    <w:rsid w:val="001726BC"/>
    <w:rsid w:val="0017284A"/>
    <w:rsid w:val="00175033"/>
    <w:rsid w:val="00175F26"/>
    <w:rsid w:val="00177C87"/>
    <w:rsid w:val="001805B5"/>
    <w:rsid w:val="0018078E"/>
    <w:rsid w:val="00183B5A"/>
    <w:rsid w:val="001866B5"/>
    <w:rsid w:val="001871E0"/>
    <w:rsid w:val="00187511"/>
    <w:rsid w:val="00191BA6"/>
    <w:rsid w:val="00193785"/>
    <w:rsid w:val="001949A4"/>
    <w:rsid w:val="001962E0"/>
    <w:rsid w:val="00196C48"/>
    <w:rsid w:val="001A2490"/>
    <w:rsid w:val="001A34FD"/>
    <w:rsid w:val="001A3E3B"/>
    <w:rsid w:val="001A5B0B"/>
    <w:rsid w:val="001A5B29"/>
    <w:rsid w:val="001A77F6"/>
    <w:rsid w:val="001B24AF"/>
    <w:rsid w:val="001B7CA3"/>
    <w:rsid w:val="001C3917"/>
    <w:rsid w:val="001C43AF"/>
    <w:rsid w:val="001D0232"/>
    <w:rsid w:val="001D3A7E"/>
    <w:rsid w:val="001D61C1"/>
    <w:rsid w:val="001D64A1"/>
    <w:rsid w:val="001D6EA6"/>
    <w:rsid w:val="001E27D9"/>
    <w:rsid w:val="001E77E8"/>
    <w:rsid w:val="001F0860"/>
    <w:rsid w:val="001F1EA9"/>
    <w:rsid w:val="001F22DB"/>
    <w:rsid w:val="001F6FD7"/>
    <w:rsid w:val="00201976"/>
    <w:rsid w:val="00202E66"/>
    <w:rsid w:val="00203FC1"/>
    <w:rsid w:val="00206731"/>
    <w:rsid w:val="0021578F"/>
    <w:rsid w:val="00215E96"/>
    <w:rsid w:val="00216F9B"/>
    <w:rsid w:val="002205FD"/>
    <w:rsid w:val="00222C84"/>
    <w:rsid w:val="0022442D"/>
    <w:rsid w:val="0023215A"/>
    <w:rsid w:val="002348EF"/>
    <w:rsid w:val="00236A9B"/>
    <w:rsid w:val="002433D2"/>
    <w:rsid w:val="002474C2"/>
    <w:rsid w:val="0025056B"/>
    <w:rsid w:val="00253A36"/>
    <w:rsid w:val="002543CA"/>
    <w:rsid w:val="002574AA"/>
    <w:rsid w:val="00267403"/>
    <w:rsid w:val="00267DA9"/>
    <w:rsid w:val="00271505"/>
    <w:rsid w:val="002846EE"/>
    <w:rsid w:val="0029246F"/>
    <w:rsid w:val="002A1B05"/>
    <w:rsid w:val="002A6332"/>
    <w:rsid w:val="002B0268"/>
    <w:rsid w:val="002B0D3E"/>
    <w:rsid w:val="002C20AC"/>
    <w:rsid w:val="002C463D"/>
    <w:rsid w:val="002C4F93"/>
    <w:rsid w:val="002C7514"/>
    <w:rsid w:val="002C7B3D"/>
    <w:rsid w:val="002D2ADA"/>
    <w:rsid w:val="002D3F4E"/>
    <w:rsid w:val="002D5756"/>
    <w:rsid w:val="002E5244"/>
    <w:rsid w:val="002F13A3"/>
    <w:rsid w:val="002F433A"/>
    <w:rsid w:val="002F7A34"/>
    <w:rsid w:val="00300E57"/>
    <w:rsid w:val="00301333"/>
    <w:rsid w:val="00302FEA"/>
    <w:rsid w:val="0030318F"/>
    <w:rsid w:val="003037A9"/>
    <w:rsid w:val="003105CC"/>
    <w:rsid w:val="0031062F"/>
    <w:rsid w:val="00310A98"/>
    <w:rsid w:val="00311096"/>
    <w:rsid w:val="00313C08"/>
    <w:rsid w:val="00325FC6"/>
    <w:rsid w:val="0033037B"/>
    <w:rsid w:val="00335C99"/>
    <w:rsid w:val="0033602D"/>
    <w:rsid w:val="0034118F"/>
    <w:rsid w:val="00342558"/>
    <w:rsid w:val="00342F91"/>
    <w:rsid w:val="00344C53"/>
    <w:rsid w:val="003465B7"/>
    <w:rsid w:val="00347682"/>
    <w:rsid w:val="00347944"/>
    <w:rsid w:val="00347F65"/>
    <w:rsid w:val="003548C2"/>
    <w:rsid w:val="00354A87"/>
    <w:rsid w:val="003636F6"/>
    <w:rsid w:val="00370294"/>
    <w:rsid w:val="00370BC0"/>
    <w:rsid w:val="003735BE"/>
    <w:rsid w:val="0037743D"/>
    <w:rsid w:val="00377D4E"/>
    <w:rsid w:val="00381050"/>
    <w:rsid w:val="00382B34"/>
    <w:rsid w:val="00385A35"/>
    <w:rsid w:val="00394243"/>
    <w:rsid w:val="003A023E"/>
    <w:rsid w:val="003A6441"/>
    <w:rsid w:val="003A73A6"/>
    <w:rsid w:val="003B0423"/>
    <w:rsid w:val="003B1827"/>
    <w:rsid w:val="003B2085"/>
    <w:rsid w:val="003B5CEF"/>
    <w:rsid w:val="003C1FC5"/>
    <w:rsid w:val="003C7423"/>
    <w:rsid w:val="003D154F"/>
    <w:rsid w:val="003D1DB7"/>
    <w:rsid w:val="003D3A0D"/>
    <w:rsid w:val="003D5EC0"/>
    <w:rsid w:val="003D6441"/>
    <w:rsid w:val="003E0BA0"/>
    <w:rsid w:val="003E23E4"/>
    <w:rsid w:val="003E508C"/>
    <w:rsid w:val="003E5EB5"/>
    <w:rsid w:val="003E6344"/>
    <w:rsid w:val="003E65EC"/>
    <w:rsid w:val="003F229C"/>
    <w:rsid w:val="003F28D0"/>
    <w:rsid w:val="003F458A"/>
    <w:rsid w:val="003F5137"/>
    <w:rsid w:val="00401030"/>
    <w:rsid w:val="00405EF2"/>
    <w:rsid w:val="00407A09"/>
    <w:rsid w:val="00410244"/>
    <w:rsid w:val="00411CA5"/>
    <w:rsid w:val="00416C19"/>
    <w:rsid w:val="00417CBB"/>
    <w:rsid w:val="004211C6"/>
    <w:rsid w:val="00430325"/>
    <w:rsid w:val="00436B37"/>
    <w:rsid w:val="004373FE"/>
    <w:rsid w:val="0044083A"/>
    <w:rsid w:val="00442B19"/>
    <w:rsid w:val="00445B3E"/>
    <w:rsid w:val="0044693F"/>
    <w:rsid w:val="004474FA"/>
    <w:rsid w:val="00447F8C"/>
    <w:rsid w:val="00450155"/>
    <w:rsid w:val="0045206A"/>
    <w:rsid w:val="0046113F"/>
    <w:rsid w:val="00465B28"/>
    <w:rsid w:val="00471125"/>
    <w:rsid w:val="00472B8E"/>
    <w:rsid w:val="00472D57"/>
    <w:rsid w:val="00474F80"/>
    <w:rsid w:val="004827C0"/>
    <w:rsid w:val="0049702C"/>
    <w:rsid w:val="004A22F4"/>
    <w:rsid w:val="004A287E"/>
    <w:rsid w:val="004A3064"/>
    <w:rsid w:val="004B415C"/>
    <w:rsid w:val="004C1E6F"/>
    <w:rsid w:val="004D1EBD"/>
    <w:rsid w:val="004D32F7"/>
    <w:rsid w:val="004D5B49"/>
    <w:rsid w:val="004E0185"/>
    <w:rsid w:val="004E2560"/>
    <w:rsid w:val="004E4849"/>
    <w:rsid w:val="004E4FAA"/>
    <w:rsid w:val="004E67EC"/>
    <w:rsid w:val="004F1AE2"/>
    <w:rsid w:val="004F7139"/>
    <w:rsid w:val="00507A41"/>
    <w:rsid w:val="00512F84"/>
    <w:rsid w:val="00513C1D"/>
    <w:rsid w:val="00514D50"/>
    <w:rsid w:val="00516170"/>
    <w:rsid w:val="00520B3B"/>
    <w:rsid w:val="00522315"/>
    <w:rsid w:val="005230CC"/>
    <w:rsid w:val="00527E26"/>
    <w:rsid w:val="005346A1"/>
    <w:rsid w:val="00542A4E"/>
    <w:rsid w:val="00547D8A"/>
    <w:rsid w:val="00547E97"/>
    <w:rsid w:val="00566498"/>
    <w:rsid w:val="00567766"/>
    <w:rsid w:val="00570B9F"/>
    <w:rsid w:val="00576F1F"/>
    <w:rsid w:val="00577913"/>
    <w:rsid w:val="00580F0B"/>
    <w:rsid w:val="00581E5B"/>
    <w:rsid w:val="00582B8A"/>
    <w:rsid w:val="0058343B"/>
    <w:rsid w:val="00585538"/>
    <w:rsid w:val="005857B9"/>
    <w:rsid w:val="00590527"/>
    <w:rsid w:val="00595CFD"/>
    <w:rsid w:val="005962DB"/>
    <w:rsid w:val="005A02D8"/>
    <w:rsid w:val="005A479E"/>
    <w:rsid w:val="005A5B5D"/>
    <w:rsid w:val="005A5D89"/>
    <w:rsid w:val="005B1814"/>
    <w:rsid w:val="005B2AA5"/>
    <w:rsid w:val="005B59FD"/>
    <w:rsid w:val="005B6085"/>
    <w:rsid w:val="005B60AB"/>
    <w:rsid w:val="005B640C"/>
    <w:rsid w:val="005C66A8"/>
    <w:rsid w:val="005C6EC5"/>
    <w:rsid w:val="005D01ED"/>
    <w:rsid w:val="005D5702"/>
    <w:rsid w:val="005E1E53"/>
    <w:rsid w:val="005E489C"/>
    <w:rsid w:val="005E4CC7"/>
    <w:rsid w:val="005F25E4"/>
    <w:rsid w:val="005F6085"/>
    <w:rsid w:val="005F7ADB"/>
    <w:rsid w:val="006005B1"/>
    <w:rsid w:val="00610D3B"/>
    <w:rsid w:val="006132AD"/>
    <w:rsid w:val="006132DA"/>
    <w:rsid w:val="00614140"/>
    <w:rsid w:val="006213E8"/>
    <w:rsid w:val="00625CEF"/>
    <w:rsid w:val="00626564"/>
    <w:rsid w:val="0062708C"/>
    <w:rsid w:val="006326C7"/>
    <w:rsid w:val="00636860"/>
    <w:rsid w:val="0063698E"/>
    <w:rsid w:val="0064068C"/>
    <w:rsid w:val="00645107"/>
    <w:rsid w:val="006507D0"/>
    <w:rsid w:val="00651528"/>
    <w:rsid w:val="00651B1A"/>
    <w:rsid w:val="006555C7"/>
    <w:rsid w:val="00656E29"/>
    <w:rsid w:val="00662991"/>
    <w:rsid w:val="00662E37"/>
    <w:rsid w:val="00663C0A"/>
    <w:rsid w:val="00663DB7"/>
    <w:rsid w:val="006675A3"/>
    <w:rsid w:val="006702BC"/>
    <w:rsid w:val="0067033B"/>
    <w:rsid w:val="00685719"/>
    <w:rsid w:val="00686C56"/>
    <w:rsid w:val="00687B90"/>
    <w:rsid w:val="00692107"/>
    <w:rsid w:val="00694DFC"/>
    <w:rsid w:val="006A04A0"/>
    <w:rsid w:val="006A0B64"/>
    <w:rsid w:val="006A317D"/>
    <w:rsid w:val="006A4C1C"/>
    <w:rsid w:val="006C11CE"/>
    <w:rsid w:val="006C403B"/>
    <w:rsid w:val="006C4526"/>
    <w:rsid w:val="006C5121"/>
    <w:rsid w:val="006C5153"/>
    <w:rsid w:val="006D047F"/>
    <w:rsid w:val="006D1BC2"/>
    <w:rsid w:val="006D638E"/>
    <w:rsid w:val="006D6610"/>
    <w:rsid w:val="006E3297"/>
    <w:rsid w:val="006E4446"/>
    <w:rsid w:val="006E67CD"/>
    <w:rsid w:val="006E67E8"/>
    <w:rsid w:val="006E7820"/>
    <w:rsid w:val="006F3E1F"/>
    <w:rsid w:val="006F4FF8"/>
    <w:rsid w:val="006F7D7B"/>
    <w:rsid w:val="0070254F"/>
    <w:rsid w:val="00703AC0"/>
    <w:rsid w:val="00704303"/>
    <w:rsid w:val="00705C1D"/>
    <w:rsid w:val="00706583"/>
    <w:rsid w:val="00706C5B"/>
    <w:rsid w:val="00712408"/>
    <w:rsid w:val="007148EE"/>
    <w:rsid w:val="007150D1"/>
    <w:rsid w:val="00723EF2"/>
    <w:rsid w:val="00727970"/>
    <w:rsid w:val="00727A58"/>
    <w:rsid w:val="00733D5D"/>
    <w:rsid w:val="00740B32"/>
    <w:rsid w:val="00741B1A"/>
    <w:rsid w:val="00743D9A"/>
    <w:rsid w:val="007455F9"/>
    <w:rsid w:val="00756E9A"/>
    <w:rsid w:val="007571B9"/>
    <w:rsid w:val="007610D5"/>
    <w:rsid w:val="007628A6"/>
    <w:rsid w:val="0076368A"/>
    <w:rsid w:val="00767350"/>
    <w:rsid w:val="00771B7B"/>
    <w:rsid w:val="00772708"/>
    <w:rsid w:val="00790089"/>
    <w:rsid w:val="00791966"/>
    <w:rsid w:val="007923DB"/>
    <w:rsid w:val="0079579E"/>
    <w:rsid w:val="00795A55"/>
    <w:rsid w:val="0079729A"/>
    <w:rsid w:val="00797BDE"/>
    <w:rsid w:val="007A2679"/>
    <w:rsid w:val="007A2CF3"/>
    <w:rsid w:val="007A350A"/>
    <w:rsid w:val="007A7369"/>
    <w:rsid w:val="007B0A5D"/>
    <w:rsid w:val="007C193D"/>
    <w:rsid w:val="007C3A7A"/>
    <w:rsid w:val="007C5543"/>
    <w:rsid w:val="007D0339"/>
    <w:rsid w:val="007D52B5"/>
    <w:rsid w:val="007E41D6"/>
    <w:rsid w:val="007E70E6"/>
    <w:rsid w:val="007F0670"/>
    <w:rsid w:val="007F0BAE"/>
    <w:rsid w:val="007F28C2"/>
    <w:rsid w:val="007F2FF0"/>
    <w:rsid w:val="007F3C08"/>
    <w:rsid w:val="007F4328"/>
    <w:rsid w:val="007F6482"/>
    <w:rsid w:val="00800D4D"/>
    <w:rsid w:val="0080282A"/>
    <w:rsid w:val="00806AF7"/>
    <w:rsid w:val="00814D96"/>
    <w:rsid w:val="00815EB3"/>
    <w:rsid w:val="008177D9"/>
    <w:rsid w:val="00817AFC"/>
    <w:rsid w:val="00822C8D"/>
    <w:rsid w:val="008244B7"/>
    <w:rsid w:val="00833B9E"/>
    <w:rsid w:val="0083403A"/>
    <w:rsid w:val="00841BEF"/>
    <w:rsid w:val="0084451E"/>
    <w:rsid w:val="00844CCF"/>
    <w:rsid w:val="0085615B"/>
    <w:rsid w:val="00862261"/>
    <w:rsid w:val="00863E32"/>
    <w:rsid w:val="00864B49"/>
    <w:rsid w:val="00864FA9"/>
    <w:rsid w:val="00866F2F"/>
    <w:rsid w:val="008706C7"/>
    <w:rsid w:val="008724FB"/>
    <w:rsid w:val="00872F93"/>
    <w:rsid w:val="00874697"/>
    <w:rsid w:val="008815B8"/>
    <w:rsid w:val="0088228F"/>
    <w:rsid w:val="008848B6"/>
    <w:rsid w:val="00885617"/>
    <w:rsid w:val="00895A4C"/>
    <w:rsid w:val="008A1792"/>
    <w:rsid w:val="008A1898"/>
    <w:rsid w:val="008A3E1A"/>
    <w:rsid w:val="008A66B7"/>
    <w:rsid w:val="008B0FCA"/>
    <w:rsid w:val="008B16EE"/>
    <w:rsid w:val="008B35CC"/>
    <w:rsid w:val="008B36ED"/>
    <w:rsid w:val="008B4ACD"/>
    <w:rsid w:val="008B5A27"/>
    <w:rsid w:val="008B7357"/>
    <w:rsid w:val="008C7A07"/>
    <w:rsid w:val="008D2ED9"/>
    <w:rsid w:val="008D48FF"/>
    <w:rsid w:val="008D5574"/>
    <w:rsid w:val="008D5881"/>
    <w:rsid w:val="008E2A29"/>
    <w:rsid w:val="008E432C"/>
    <w:rsid w:val="008E5C2D"/>
    <w:rsid w:val="008E6F46"/>
    <w:rsid w:val="008E7843"/>
    <w:rsid w:val="008F1D5A"/>
    <w:rsid w:val="008F2581"/>
    <w:rsid w:val="008F38FE"/>
    <w:rsid w:val="00914A81"/>
    <w:rsid w:val="0091723E"/>
    <w:rsid w:val="00925383"/>
    <w:rsid w:val="009305DC"/>
    <w:rsid w:val="00933E46"/>
    <w:rsid w:val="00933EBA"/>
    <w:rsid w:val="0093496C"/>
    <w:rsid w:val="0094026A"/>
    <w:rsid w:val="00945907"/>
    <w:rsid w:val="00946071"/>
    <w:rsid w:val="009466C9"/>
    <w:rsid w:val="00947090"/>
    <w:rsid w:val="0095000B"/>
    <w:rsid w:val="0095360C"/>
    <w:rsid w:val="00953D66"/>
    <w:rsid w:val="00955886"/>
    <w:rsid w:val="00956F82"/>
    <w:rsid w:val="00960670"/>
    <w:rsid w:val="0096069F"/>
    <w:rsid w:val="0096628A"/>
    <w:rsid w:val="009677A8"/>
    <w:rsid w:val="00967AD7"/>
    <w:rsid w:val="00974B69"/>
    <w:rsid w:val="0097700E"/>
    <w:rsid w:val="0098086F"/>
    <w:rsid w:val="009A1D0D"/>
    <w:rsid w:val="009A2B73"/>
    <w:rsid w:val="009A5854"/>
    <w:rsid w:val="009A636E"/>
    <w:rsid w:val="009A6DFD"/>
    <w:rsid w:val="009B0DDC"/>
    <w:rsid w:val="009B21F2"/>
    <w:rsid w:val="009B51B8"/>
    <w:rsid w:val="009B7C34"/>
    <w:rsid w:val="009C304E"/>
    <w:rsid w:val="009C47DF"/>
    <w:rsid w:val="009C6DE2"/>
    <w:rsid w:val="009C6F2A"/>
    <w:rsid w:val="009E0730"/>
    <w:rsid w:val="009E1BB7"/>
    <w:rsid w:val="009E51D8"/>
    <w:rsid w:val="009F648F"/>
    <w:rsid w:val="00A05D7F"/>
    <w:rsid w:val="00A27C43"/>
    <w:rsid w:val="00A30EC8"/>
    <w:rsid w:val="00A356F1"/>
    <w:rsid w:val="00A35C15"/>
    <w:rsid w:val="00A360DF"/>
    <w:rsid w:val="00A413B3"/>
    <w:rsid w:val="00A4195A"/>
    <w:rsid w:val="00A41CCD"/>
    <w:rsid w:val="00A422E9"/>
    <w:rsid w:val="00A430AB"/>
    <w:rsid w:val="00A4610E"/>
    <w:rsid w:val="00A47C88"/>
    <w:rsid w:val="00A54560"/>
    <w:rsid w:val="00A57E6B"/>
    <w:rsid w:val="00A60DC6"/>
    <w:rsid w:val="00A65C3C"/>
    <w:rsid w:val="00A67644"/>
    <w:rsid w:val="00A715F3"/>
    <w:rsid w:val="00A73C50"/>
    <w:rsid w:val="00A73FB7"/>
    <w:rsid w:val="00A7598B"/>
    <w:rsid w:val="00A80195"/>
    <w:rsid w:val="00A87D2F"/>
    <w:rsid w:val="00A87D91"/>
    <w:rsid w:val="00A97B3B"/>
    <w:rsid w:val="00AA0BE4"/>
    <w:rsid w:val="00AA3597"/>
    <w:rsid w:val="00AA5FAE"/>
    <w:rsid w:val="00AB402A"/>
    <w:rsid w:val="00AB50EC"/>
    <w:rsid w:val="00AB6D7C"/>
    <w:rsid w:val="00AC11B6"/>
    <w:rsid w:val="00AC1DD2"/>
    <w:rsid w:val="00AC4935"/>
    <w:rsid w:val="00AD2C87"/>
    <w:rsid w:val="00AD3B9C"/>
    <w:rsid w:val="00AD77C3"/>
    <w:rsid w:val="00AD7BC7"/>
    <w:rsid w:val="00AD7C61"/>
    <w:rsid w:val="00AE3B0F"/>
    <w:rsid w:val="00AE3DCD"/>
    <w:rsid w:val="00AF3598"/>
    <w:rsid w:val="00AF6C97"/>
    <w:rsid w:val="00B055B8"/>
    <w:rsid w:val="00B071EA"/>
    <w:rsid w:val="00B11E8D"/>
    <w:rsid w:val="00B13B61"/>
    <w:rsid w:val="00B13DAC"/>
    <w:rsid w:val="00B16989"/>
    <w:rsid w:val="00B2206C"/>
    <w:rsid w:val="00B24595"/>
    <w:rsid w:val="00B26EEC"/>
    <w:rsid w:val="00B27023"/>
    <w:rsid w:val="00B3486E"/>
    <w:rsid w:val="00B34F06"/>
    <w:rsid w:val="00B41F70"/>
    <w:rsid w:val="00B50569"/>
    <w:rsid w:val="00B5141B"/>
    <w:rsid w:val="00B51B04"/>
    <w:rsid w:val="00B56443"/>
    <w:rsid w:val="00B61879"/>
    <w:rsid w:val="00B61DC3"/>
    <w:rsid w:val="00B6345D"/>
    <w:rsid w:val="00B66CE0"/>
    <w:rsid w:val="00B674C8"/>
    <w:rsid w:val="00B70189"/>
    <w:rsid w:val="00B71431"/>
    <w:rsid w:val="00B71EE4"/>
    <w:rsid w:val="00B7598C"/>
    <w:rsid w:val="00B80ABE"/>
    <w:rsid w:val="00B82CE3"/>
    <w:rsid w:val="00B85237"/>
    <w:rsid w:val="00B8553C"/>
    <w:rsid w:val="00B8720C"/>
    <w:rsid w:val="00B93D02"/>
    <w:rsid w:val="00B95AB4"/>
    <w:rsid w:val="00B96B1D"/>
    <w:rsid w:val="00B96B85"/>
    <w:rsid w:val="00BA4D05"/>
    <w:rsid w:val="00BA598F"/>
    <w:rsid w:val="00BA60E0"/>
    <w:rsid w:val="00BB0C8A"/>
    <w:rsid w:val="00BB25A6"/>
    <w:rsid w:val="00BB46C9"/>
    <w:rsid w:val="00BB47F8"/>
    <w:rsid w:val="00BC2EE8"/>
    <w:rsid w:val="00BC3A65"/>
    <w:rsid w:val="00BC7A94"/>
    <w:rsid w:val="00BD6681"/>
    <w:rsid w:val="00BD768F"/>
    <w:rsid w:val="00BE2945"/>
    <w:rsid w:val="00BE3A03"/>
    <w:rsid w:val="00BE5136"/>
    <w:rsid w:val="00BE5DD4"/>
    <w:rsid w:val="00BE6B3D"/>
    <w:rsid w:val="00BF3287"/>
    <w:rsid w:val="00BF333A"/>
    <w:rsid w:val="00BF5AC9"/>
    <w:rsid w:val="00BF5DA1"/>
    <w:rsid w:val="00C00611"/>
    <w:rsid w:val="00C013B9"/>
    <w:rsid w:val="00C0492E"/>
    <w:rsid w:val="00C05EF7"/>
    <w:rsid w:val="00C15B65"/>
    <w:rsid w:val="00C162EE"/>
    <w:rsid w:val="00C16DA8"/>
    <w:rsid w:val="00C23C9E"/>
    <w:rsid w:val="00C26CD7"/>
    <w:rsid w:val="00C2797C"/>
    <w:rsid w:val="00C302E4"/>
    <w:rsid w:val="00C329BC"/>
    <w:rsid w:val="00C32DF7"/>
    <w:rsid w:val="00C334B5"/>
    <w:rsid w:val="00C34210"/>
    <w:rsid w:val="00C464BD"/>
    <w:rsid w:val="00C46CBC"/>
    <w:rsid w:val="00C477FD"/>
    <w:rsid w:val="00C53EA5"/>
    <w:rsid w:val="00C54B69"/>
    <w:rsid w:val="00C63875"/>
    <w:rsid w:val="00C72051"/>
    <w:rsid w:val="00C73B29"/>
    <w:rsid w:val="00C74A1C"/>
    <w:rsid w:val="00C74C85"/>
    <w:rsid w:val="00C75455"/>
    <w:rsid w:val="00C7791D"/>
    <w:rsid w:val="00C822FD"/>
    <w:rsid w:val="00C826B4"/>
    <w:rsid w:val="00C84ABB"/>
    <w:rsid w:val="00C923A5"/>
    <w:rsid w:val="00CA03F3"/>
    <w:rsid w:val="00CA7FD9"/>
    <w:rsid w:val="00CB4578"/>
    <w:rsid w:val="00CC20DE"/>
    <w:rsid w:val="00CC2BE6"/>
    <w:rsid w:val="00CC3DD8"/>
    <w:rsid w:val="00CC4D1C"/>
    <w:rsid w:val="00CD413B"/>
    <w:rsid w:val="00CD464A"/>
    <w:rsid w:val="00CD5A0A"/>
    <w:rsid w:val="00CD6CA8"/>
    <w:rsid w:val="00CE1AD0"/>
    <w:rsid w:val="00CE1D08"/>
    <w:rsid w:val="00CE6D8D"/>
    <w:rsid w:val="00CF0CF8"/>
    <w:rsid w:val="00CF6C19"/>
    <w:rsid w:val="00CF7BC8"/>
    <w:rsid w:val="00D0042C"/>
    <w:rsid w:val="00D036CC"/>
    <w:rsid w:val="00D053EA"/>
    <w:rsid w:val="00D0635D"/>
    <w:rsid w:val="00D170A2"/>
    <w:rsid w:val="00D176B9"/>
    <w:rsid w:val="00D20769"/>
    <w:rsid w:val="00D21CA3"/>
    <w:rsid w:val="00D25BB9"/>
    <w:rsid w:val="00D27F34"/>
    <w:rsid w:val="00D316CC"/>
    <w:rsid w:val="00D34F28"/>
    <w:rsid w:val="00D41B19"/>
    <w:rsid w:val="00D43CA4"/>
    <w:rsid w:val="00D508E8"/>
    <w:rsid w:val="00D54057"/>
    <w:rsid w:val="00D55C52"/>
    <w:rsid w:val="00D5690F"/>
    <w:rsid w:val="00D631FB"/>
    <w:rsid w:val="00D64C25"/>
    <w:rsid w:val="00D64C62"/>
    <w:rsid w:val="00D660D5"/>
    <w:rsid w:val="00D70CDB"/>
    <w:rsid w:val="00D72635"/>
    <w:rsid w:val="00D76466"/>
    <w:rsid w:val="00D8028C"/>
    <w:rsid w:val="00D81F61"/>
    <w:rsid w:val="00D84836"/>
    <w:rsid w:val="00D84948"/>
    <w:rsid w:val="00D8636B"/>
    <w:rsid w:val="00D86E29"/>
    <w:rsid w:val="00D915E3"/>
    <w:rsid w:val="00D94F1D"/>
    <w:rsid w:val="00D96814"/>
    <w:rsid w:val="00DA4022"/>
    <w:rsid w:val="00DA731E"/>
    <w:rsid w:val="00DB2421"/>
    <w:rsid w:val="00DB2DFF"/>
    <w:rsid w:val="00DB3BF6"/>
    <w:rsid w:val="00DC1CBA"/>
    <w:rsid w:val="00DC6819"/>
    <w:rsid w:val="00DD05E1"/>
    <w:rsid w:val="00DD4F4F"/>
    <w:rsid w:val="00DD62BE"/>
    <w:rsid w:val="00DE177B"/>
    <w:rsid w:val="00DE343B"/>
    <w:rsid w:val="00DE770F"/>
    <w:rsid w:val="00DE7D5F"/>
    <w:rsid w:val="00DF17DA"/>
    <w:rsid w:val="00DF1CA0"/>
    <w:rsid w:val="00DF2886"/>
    <w:rsid w:val="00DF3585"/>
    <w:rsid w:val="00DF78FC"/>
    <w:rsid w:val="00E03D0B"/>
    <w:rsid w:val="00E057AB"/>
    <w:rsid w:val="00E10301"/>
    <w:rsid w:val="00E10EB3"/>
    <w:rsid w:val="00E117BF"/>
    <w:rsid w:val="00E14104"/>
    <w:rsid w:val="00E14BEE"/>
    <w:rsid w:val="00E21CE5"/>
    <w:rsid w:val="00E21F3E"/>
    <w:rsid w:val="00E243C9"/>
    <w:rsid w:val="00E24821"/>
    <w:rsid w:val="00E306FF"/>
    <w:rsid w:val="00E329CC"/>
    <w:rsid w:val="00E337DF"/>
    <w:rsid w:val="00E4029C"/>
    <w:rsid w:val="00E41CE3"/>
    <w:rsid w:val="00E4660C"/>
    <w:rsid w:val="00E47316"/>
    <w:rsid w:val="00E6057B"/>
    <w:rsid w:val="00E636D6"/>
    <w:rsid w:val="00E655AE"/>
    <w:rsid w:val="00E70BED"/>
    <w:rsid w:val="00E72451"/>
    <w:rsid w:val="00E728FD"/>
    <w:rsid w:val="00E74E3E"/>
    <w:rsid w:val="00E769EA"/>
    <w:rsid w:val="00E81BE8"/>
    <w:rsid w:val="00E81ECA"/>
    <w:rsid w:val="00E830C8"/>
    <w:rsid w:val="00E870FC"/>
    <w:rsid w:val="00E87D42"/>
    <w:rsid w:val="00E96CE3"/>
    <w:rsid w:val="00E97EE7"/>
    <w:rsid w:val="00EA1806"/>
    <w:rsid w:val="00EA546C"/>
    <w:rsid w:val="00EB0B19"/>
    <w:rsid w:val="00EB31FE"/>
    <w:rsid w:val="00EB4CA5"/>
    <w:rsid w:val="00EC000C"/>
    <w:rsid w:val="00EC4E33"/>
    <w:rsid w:val="00ED3628"/>
    <w:rsid w:val="00ED3ADE"/>
    <w:rsid w:val="00ED4874"/>
    <w:rsid w:val="00ED5767"/>
    <w:rsid w:val="00ED5C05"/>
    <w:rsid w:val="00ED69DA"/>
    <w:rsid w:val="00ED6F9B"/>
    <w:rsid w:val="00ED7467"/>
    <w:rsid w:val="00ED79B1"/>
    <w:rsid w:val="00EE0128"/>
    <w:rsid w:val="00EE195D"/>
    <w:rsid w:val="00EF293C"/>
    <w:rsid w:val="00EF38AB"/>
    <w:rsid w:val="00EF3DAE"/>
    <w:rsid w:val="00F010EA"/>
    <w:rsid w:val="00F01ABE"/>
    <w:rsid w:val="00F135E7"/>
    <w:rsid w:val="00F15F87"/>
    <w:rsid w:val="00F233C2"/>
    <w:rsid w:val="00F31D8F"/>
    <w:rsid w:val="00F426FA"/>
    <w:rsid w:val="00F44B4C"/>
    <w:rsid w:val="00F450CD"/>
    <w:rsid w:val="00F531CF"/>
    <w:rsid w:val="00F56900"/>
    <w:rsid w:val="00F57D65"/>
    <w:rsid w:val="00F6254E"/>
    <w:rsid w:val="00F6255F"/>
    <w:rsid w:val="00F62E0C"/>
    <w:rsid w:val="00F669AC"/>
    <w:rsid w:val="00F70924"/>
    <w:rsid w:val="00F74416"/>
    <w:rsid w:val="00F81314"/>
    <w:rsid w:val="00F81B01"/>
    <w:rsid w:val="00F81F4C"/>
    <w:rsid w:val="00F84055"/>
    <w:rsid w:val="00F91063"/>
    <w:rsid w:val="00F91B89"/>
    <w:rsid w:val="00F949E7"/>
    <w:rsid w:val="00FA2A9E"/>
    <w:rsid w:val="00FA3039"/>
    <w:rsid w:val="00FA32C7"/>
    <w:rsid w:val="00FA7C67"/>
    <w:rsid w:val="00FB54D6"/>
    <w:rsid w:val="00FC20D3"/>
    <w:rsid w:val="00FC6F9B"/>
    <w:rsid w:val="00FD413F"/>
    <w:rsid w:val="00FD52C9"/>
    <w:rsid w:val="00FD6B27"/>
    <w:rsid w:val="00FD7EB6"/>
    <w:rsid w:val="00FE4A09"/>
    <w:rsid w:val="00FE4C40"/>
    <w:rsid w:val="00FF0B8C"/>
    <w:rsid w:val="00FF2619"/>
    <w:rsid w:val="00FF26EE"/>
    <w:rsid w:val="00F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0D75"/>
  <w15:chartTrackingRefBased/>
  <w15:docId w15:val="{F0FF926C-38F1-490E-A08B-07AB97988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AF7"/>
    <w:pPr>
      <w:spacing w:after="240" w:line="260" w:lineRule="atLeast"/>
    </w:pPr>
    <w:rPr>
      <w:rFonts w:ascii="Marianne Light" w:hAnsi="Marianne Light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06AF7"/>
    <w:pPr>
      <w:keepNext/>
      <w:spacing w:before="240"/>
      <w:outlineLvl w:val="0"/>
    </w:pPr>
    <w:rPr>
      <w:rFonts w:ascii="Marianne" w:hAnsi="Marianne"/>
      <w:b/>
      <w:bCs/>
      <w:color w:val="22557A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6AF7"/>
    <w:pPr>
      <w:keepNext/>
      <w:spacing w:before="180"/>
      <w:outlineLvl w:val="1"/>
    </w:pPr>
    <w:rPr>
      <w:rFonts w:ascii="Marianne Medium" w:hAnsi="Marianne Medium"/>
      <w:color w:val="F29C5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06AF7"/>
    <w:pPr>
      <w:keepNext/>
      <w:spacing w:before="120"/>
      <w:outlineLvl w:val="2"/>
    </w:pPr>
    <w:rPr>
      <w:rFonts w:ascii="Marianne" w:hAnsi="Marianne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806AF7"/>
    <w:pPr>
      <w:keepNext/>
      <w:spacing w:before="120" w:after="180"/>
      <w:ind w:left="397"/>
      <w:outlineLvl w:val="3"/>
    </w:pPr>
    <w:rPr>
      <w:sz w:val="22"/>
    </w:rPr>
  </w:style>
  <w:style w:type="paragraph" w:styleId="Titre5">
    <w:name w:val="heading 5"/>
    <w:aliases w:val="Titre 5 ne pas utiliser"/>
    <w:basedOn w:val="Normal"/>
    <w:next w:val="Normal"/>
    <w:link w:val="Titre5Car"/>
    <w:uiPriority w:val="9"/>
    <w:semiHidden/>
    <w:qFormat/>
    <w:rsid w:val="00806A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806AF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806AF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806AF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806AF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">
    <w:name w:val="Encadré"/>
    <w:basedOn w:val="Normal"/>
    <w:qFormat/>
    <w:rsid w:val="00806AF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/>
      <w:ind w:left="284" w:right="284"/>
    </w:pPr>
  </w:style>
  <w:style w:type="character" w:styleId="Marquedecommentaire">
    <w:name w:val="annotation reference"/>
    <w:rsid w:val="00806A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06AF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06AF7"/>
    <w:rPr>
      <w:rFonts w:ascii="Marianne Light" w:hAnsi="Marianne Light"/>
      <w:sz w:val="20"/>
      <w:szCs w:val="20"/>
    </w:rPr>
  </w:style>
  <w:style w:type="table" w:styleId="Grilledutableau">
    <w:name w:val="Table Grid"/>
    <w:basedOn w:val="TableauNormal"/>
    <w:uiPriority w:val="59"/>
    <w:rsid w:val="0080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6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6AF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qFormat/>
    <w:rsid w:val="00806AF7"/>
    <w:pPr>
      <w:numPr>
        <w:numId w:val="1"/>
      </w:numPr>
      <w:contextualSpacing/>
    </w:pPr>
  </w:style>
  <w:style w:type="character" w:customStyle="1" w:styleId="ParagraphedelisteCar">
    <w:name w:val="Paragraphe de liste Car"/>
    <w:link w:val="Paragraphedeliste"/>
    <w:rsid w:val="00806AF7"/>
    <w:rPr>
      <w:rFonts w:ascii="Marianne Light" w:hAnsi="Marianne Light"/>
      <w:sz w:val="20"/>
    </w:rPr>
  </w:style>
  <w:style w:type="character" w:customStyle="1" w:styleId="Titre1Car">
    <w:name w:val="Titre 1 Car"/>
    <w:basedOn w:val="Policepardfaut"/>
    <w:link w:val="Titre1"/>
    <w:uiPriority w:val="9"/>
    <w:rsid w:val="00806AF7"/>
    <w:rPr>
      <w:rFonts w:ascii="Marianne" w:hAnsi="Marianne"/>
      <w:b/>
      <w:bCs/>
      <w:color w:val="22557A"/>
      <w:sz w:val="28"/>
      <w:szCs w:val="36"/>
    </w:rPr>
  </w:style>
  <w:style w:type="paragraph" w:customStyle="1" w:styleId="Default">
    <w:name w:val="Default"/>
    <w:rsid w:val="00806AF7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806AF7"/>
    <w:rPr>
      <w:rFonts w:ascii="Marianne Medium" w:hAnsi="Marianne Medium"/>
      <w:color w:val="F29C5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06AF7"/>
    <w:rPr>
      <w:rFonts w:ascii="Marianne" w:hAnsi="Marianne"/>
      <w:b/>
    </w:rPr>
  </w:style>
  <w:style w:type="paragraph" w:styleId="Notedebasdepage">
    <w:name w:val="footnote text"/>
    <w:basedOn w:val="Normal"/>
    <w:link w:val="NotedebasdepageCar"/>
    <w:uiPriority w:val="4"/>
    <w:rsid w:val="00806AF7"/>
    <w:pPr>
      <w:spacing w:after="120" w:line="240" w:lineRule="auto"/>
      <w:ind w:left="113" w:hanging="113"/>
      <w:contextualSpacing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806AF7"/>
    <w:rPr>
      <w:rFonts w:ascii="Marianne Light" w:hAnsi="Marianne Light"/>
      <w:sz w:val="16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19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basedOn w:val="Policepardfaut"/>
    <w:uiPriority w:val="4"/>
    <w:rsid w:val="00806AF7"/>
    <w:rPr>
      <w:b/>
      <w:color w:val="auto"/>
      <w:sz w:val="20"/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6A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6AF7"/>
    <w:rPr>
      <w:rFonts w:ascii="Marianne Light" w:hAnsi="Marianne Light"/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806AF7"/>
    <w:rPr>
      <w:color w:val="0563C1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806AF7"/>
    <w:rPr>
      <w:color w:val="808080"/>
    </w:rPr>
  </w:style>
  <w:style w:type="character" w:styleId="Lienhypertextesuivivisit">
    <w:name w:val="FollowedHyperlink"/>
    <w:semiHidden/>
    <w:rsid w:val="00806AF7"/>
    <w:rPr>
      <w:color w:val="800080"/>
      <w:u w:val="single"/>
    </w:rPr>
  </w:style>
  <w:style w:type="table" w:customStyle="1" w:styleId="Grilledutableau11">
    <w:name w:val="Grille du tableau11"/>
    <w:basedOn w:val="TableauNormal"/>
    <w:next w:val="Grilledutableau"/>
    <w:uiPriority w:val="59"/>
    <w:rsid w:val="00CA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806AF7"/>
    <w:rPr>
      <w:rFonts w:ascii="Marianne Light" w:hAnsi="Marianne Light"/>
    </w:rPr>
  </w:style>
  <w:style w:type="character" w:customStyle="1" w:styleId="Titre5Car">
    <w:name w:val="Titre 5 Car"/>
    <w:aliases w:val="Titre 5 ne pas utiliser Car"/>
    <w:basedOn w:val="Policepardfaut"/>
    <w:link w:val="Titre5"/>
    <w:uiPriority w:val="9"/>
    <w:semiHidden/>
    <w:rsid w:val="00806AF7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06AF7"/>
    <w:rPr>
      <w:rFonts w:ascii="Arial" w:eastAsia="Arial" w:hAnsi="Arial" w:cs="Arial"/>
      <w:b/>
      <w:bCs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06AF7"/>
    <w:rPr>
      <w:rFonts w:ascii="Arial" w:eastAsia="Arial" w:hAnsi="Arial" w:cs="Arial"/>
      <w:b/>
      <w:bCs/>
      <w:i/>
      <w:iCs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06AF7"/>
    <w:rPr>
      <w:rFonts w:ascii="Arial" w:eastAsia="Arial" w:hAnsi="Arial" w:cs="Arial"/>
      <w:i/>
      <w:iCs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06AF7"/>
    <w:rPr>
      <w:rFonts w:ascii="Arial" w:eastAsia="Arial" w:hAnsi="Arial" w:cs="Arial"/>
      <w:i/>
      <w:iCs/>
      <w:sz w:val="21"/>
      <w:szCs w:val="21"/>
    </w:rPr>
  </w:style>
  <w:style w:type="paragraph" w:customStyle="1" w:styleId="Titredecollection">
    <w:name w:val="Titre de collection"/>
    <w:basedOn w:val="Normal"/>
    <w:qFormat/>
    <w:rsid w:val="00806AF7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806AF7"/>
    <w:pPr>
      <w:suppressAutoHyphens/>
    </w:pPr>
    <w:rPr>
      <w:rFonts w:ascii="Marianne Medium" w:hAnsi="Marianne Medium"/>
      <w:sz w:val="56"/>
      <w:szCs w:val="56"/>
    </w:rPr>
  </w:style>
  <w:style w:type="table" w:customStyle="1" w:styleId="TableauEn-tte">
    <w:name w:val="Tableau En-tête"/>
    <w:basedOn w:val="TableauNormal"/>
    <w:uiPriority w:val="99"/>
    <w:rsid w:val="00806AF7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80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6AF7"/>
    <w:rPr>
      <w:rFonts w:ascii="Marianne Light" w:hAnsi="Marianne Light"/>
      <w:sz w:val="20"/>
    </w:rPr>
  </w:style>
  <w:style w:type="table" w:styleId="Ombrageclair">
    <w:name w:val="Light Shading"/>
    <w:basedOn w:val="TableauNormal"/>
    <w:uiPriority w:val="60"/>
    <w:rsid w:val="00806AF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806AF7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aliases w:val="En-tête Sommaire"/>
    <w:basedOn w:val="Normal"/>
    <w:next w:val="Normal"/>
    <w:uiPriority w:val="39"/>
    <w:unhideWhenUsed/>
    <w:qFormat/>
    <w:rsid w:val="00806AF7"/>
    <w:pPr>
      <w:ind w:left="426"/>
    </w:pPr>
    <w:rPr>
      <w:rFonts w:ascii="Marianne ExtraBold" w:hAnsi="Marianne ExtraBold"/>
      <w:b/>
      <w:bCs/>
      <w:color w:val="215479"/>
      <w:sz w:val="30"/>
      <w:szCs w:val="30"/>
    </w:rPr>
  </w:style>
  <w:style w:type="paragraph" w:customStyle="1" w:styleId="Encartgras">
    <w:name w:val="Encart gras"/>
    <w:basedOn w:val="Normal"/>
    <w:qFormat/>
    <w:rsid w:val="00806AF7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806AF7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806AF7"/>
    <w:rPr>
      <w:b/>
      <w:color w:val="465F9D"/>
    </w:rPr>
  </w:style>
  <w:style w:type="paragraph" w:customStyle="1" w:styleId="Enttelignetableau">
    <w:name w:val="Entête ligne tableau"/>
    <w:basedOn w:val="Normal"/>
    <w:qFormat/>
    <w:rsid w:val="00806AF7"/>
    <w:rPr>
      <w:b/>
      <w:color w:val="465F9D"/>
    </w:rPr>
  </w:style>
  <w:style w:type="paragraph" w:customStyle="1" w:styleId="Encadrfond">
    <w:name w:val="Encadré fond"/>
    <w:basedOn w:val="Normal"/>
    <w:qFormat/>
    <w:rsid w:val="00806AF7"/>
    <w:pPr>
      <w:shd w:val="clear" w:color="auto" w:fill="CFD5E8"/>
    </w:pPr>
  </w:style>
  <w:style w:type="paragraph" w:styleId="Sansinterligne">
    <w:name w:val="No Spacing"/>
    <w:uiPriority w:val="1"/>
    <w:qFormat/>
    <w:rsid w:val="00806AF7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80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6AF7"/>
    <w:rPr>
      <w:rFonts w:ascii="Marianne Light" w:hAnsi="Marianne Light"/>
      <w:sz w:val="20"/>
    </w:rPr>
  </w:style>
  <w:style w:type="character" w:customStyle="1" w:styleId="lang-grc">
    <w:name w:val="lang-grc"/>
    <w:basedOn w:val="Policepardfaut"/>
    <w:rsid w:val="00806AF7"/>
  </w:style>
  <w:style w:type="character" w:styleId="Appeldenotedefin">
    <w:name w:val="endnote reference"/>
    <w:basedOn w:val="Policepardfaut"/>
    <w:uiPriority w:val="99"/>
    <w:semiHidden/>
    <w:unhideWhenUsed/>
    <w:rsid w:val="00806AF7"/>
    <w:rPr>
      <w:vertAlign w:val="superscript"/>
    </w:rPr>
  </w:style>
  <w:style w:type="paragraph" w:customStyle="1" w:styleId="TableParagraph">
    <w:name w:val="Table Paragraph"/>
    <w:basedOn w:val="Normal"/>
    <w:uiPriority w:val="99"/>
    <w:unhideWhenUsed/>
    <w:qFormat/>
    <w:rsid w:val="00806AF7"/>
    <w:pPr>
      <w:widowControl w:val="0"/>
      <w:autoSpaceDE w:val="0"/>
      <w:autoSpaceDN w:val="0"/>
      <w:spacing w:before="78" w:after="0" w:line="240" w:lineRule="auto"/>
      <w:ind w:left="132"/>
    </w:pPr>
    <w:rPr>
      <w:rFonts w:eastAsia="Marianne Light" w:cs="Marianne Light"/>
      <w:sz w:val="22"/>
    </w:rPr>
  </w:style>
  <w:style w:type="paragraph" w:customStyle="1" w:styleId="Contenudetableau">
    <w:name w:val="Contenu de tableau"/>
    <w:basedOn w:val="TableParagraph"/>
    <w:uiPriority w:val="2"/>
    <w:rsid w:val="00806AF7"/>
    <w:pPr>
      <w:spacing w:before="40" w:after="40"/>
      <w:ind w:left="57" w:right="57"/>
    </w:pPr>
    <w:rPr>
      <w:color w:val="231F20"/>
      <w:sz w:val="18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806AF7"/>
  </w:style>
  <w:style w:type="character" w:customStyle="1" w:styleId="DateCar">
    <w:name w:val="Date Car"/>
    <w:basedOn w:val="Policepardfaut"/>
    <w:link w:val="Date"/>
    <w:uiPriority w:val="99"/>
    <w:semiHidden/>
    <w:rsid w:val="00806AF7"/>
    <w:rPr>
      <w:rFonts w:ascii="Marianne Light" w:hAnsi="Marianne Light"/>
      <w:sz w:val="20"/>
    </w:rPr>
  </w:style>
  <w:style w:type="paragraph" w:customStyle="1" w:styleId="Encadrcontexte">
    <w:name w:val="Encadré contexte"/>
    <w:basedOn w:val="Normal"/>
    <w:qFormat/>
    <w:rsid w:val="00806AF7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40" w:after="0" w:line="240" w:lineRule="atLeast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qFormat/>
    <w:rsid w:val="00806AF7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120" w:after="0"/>
      <w:ind w:left="170"/>
    </w:pPr>
    <w:rPr>
      <w:rFonts w:ascii="Marianne" w:hAnsi="Marianne"/>
      <w:b/>
      <w:bCs/>
      <w:color w:val="22557A"/>
    </w:rPr>
  </w:style>
  <w:style w:type="paragraph" w:customStyle="1" w:styleId="Encadrdocumenttitre">
    <w:name w:val="Encadré document (titre)"/>
    <w:basedOn w:val="Normal"/>
    <w:qFormat/>
    <w:rsid w:val="00806AF7"/>
    <w:pPr>
      <w:pBdr>
        <w:left w:val="single" w:sz="48" w:space="0" w:color="F3F0EF"/>
      </w:pBdr>
      <w:shd w:val="clear" w:color="auto" w:fill="F3F0EF"/>
      <w:spacing w:before="120" w:after="0" w:line="288" w:lineRule="auto"/>
      <w:ind w:left="170"/>
    </w:pPr>
    <w:rPr>
      <w:rFonts w:ascii="Marianne" w:hAnsi="Marianne"/>
      <w:b/>
      <w:color w:val="22557A"/>
    </w:rPr>
  </w:style>
  <w:style w:type="paragraph" w:customStyle="1" w:styleId="Encadrdocument">
    <w:name w:val="Encadré document"/>
    <w:basedOn w:val="Encadrdocumenttitre"/>
    <w:qFormat/>
    <w:rsid w:val="00806AF7"/>
    <w:pPr>
      <w:spacing w:before="40" w:line="240" w:lineRule="atLeast"/>
    </w:pPr>
    <w:rPr>
      <w:rFonts w:ascii="Marianne Light" w:hAnsi="Marianne Light"/>
      <w:b w:val="0"/>
      <w:bCs/>
      <w:color w:val="auto"/>
      <w:sz w:val="18"/>
      <w:szCs w:val="21"/>
    </w:rPr>
  </w:style>
  <w:style w:type="paragraph" w:customStyle="1" w:styleId="Entte2">
    <w:name w:val="Entête 2"/>
    <w:basedOn w:val="Normal"/>
    <w:qFormat/>
    <w:rsid w:val="00806AF7"/>
    <w:pPr>
      <w:tabs>
        <w:tab w:val="center" w:pos="4536"/>
        <w:tab w:val="right" w:pos="9072"/>
      </w:tabs>
      <w:spacing w:before="50" w:after="0" w:line="240" w:lineRule="auto"/>
      <w:ind w:left="1843"/>
    </w:pPr>
    <w:rPr>
      <w:rFonts w:ascii="DINPro-Bold" w:hAnsi="DINPro-Bold"/>
      <w:color w:val="FFFFFF" w:themeColor="background1"/>
      <w:sz w:val="16"/>
    </w:rPr>
  </w:style>
  <w:style w:type="table" w:styleId="Grilledetableauclaire">
    <w:name w:val="Grid Table Light"/>
    <w:basedOn w:val="TableauNormal"/>
    <w:uiPriority w:val="40"/>
    <w:rsid w:val="00806AF7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eclaire-Accent4">
    <w:name w:val="Light List Accent 4"/>
    <w:basedOn w:val="TableauNormal"/>
    <w:uiPriority w:val="61"/>
    <w:rsid w:val="00806AF7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customStyle="1" w:styleId="Listetableau">
    <w:name w:val="Liste tableau"/>
    <w:basedOn w:val="TableParagraph"/>
    <w:uiPriority w:val="2"/>
    <w:qFormat/>
    <w:rsid w:val="00806AF7"/>
    <w:pPr>
      <w:numPr>
        <w:numId w:val="4"/>
      </w:numPr>
      <w:spacing w:before="0" w:after="40"/>
      <w:ind w:right="811"/>
      <w:contextualSpacing/>
    </w:pPr>
    <w:rPr>
      <w:color w:val="231F20"/>
      <w:sz w:val="18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06AF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06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06AF7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06AF7"/>
    <w:rPr>
      <w:rFonts w:ascii="Marianne Light" w:hAnsi="Marianne Light"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9"/>
    <w:rsid w:val="00806AF7"/>
    <w:pPr>
      <w:jc w:val="center"/>
    </w:pPr>
    <w:rPr>
      <w:sz w:val="26"/>
      <w:szCs w:val="26"/>
    </w:rPr>
  </w:style>
  <w:style w:type="character" w:customStyle="1" w:styleId="Sous-titreCar">
    <w:name w:val="Sous-titre Car"/>
    <w:basedOn w:val="Policepardfaut"/>
    <w:link w:val="Sous-titre"/>
    <w:uiPriority w:val="9"/>
    <w:rsid w:val="00806AF7"/>
    <w:rPr>
      <w:rFonts w:ascii="Marianne Light" w:hAnsi="Marianne Light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806A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auentte1L">
    <w:name w:val="Tableau entête 1L"/>
    <w:basedOn w:val="TableauNormal"/>
    <w:uiPriority w:val="99"/>
    <w:rsid w:val="00806AF7"/>
    <w:pPr>
      <w:spacing w:before="40" w:after="0" w:line="240" w:lineRule="auto"/>
      <w:ind w:left="113" w:right="113"/>
    </w:pPr>
    <w:rPr>
      <w:rFonts w:ascii="Arial" w:hAnsi="Arial"/>
      <w:sz w:val="17"/>
    </w:rPr>
    <w:tblPr>
      <w:tblStyleRowBandSize w:val="1"/>
      <w:tblBorders>
        <w:top w:val="single" w:sz="4" w:space="0" w:color="E78A49"/>
        <w:left w:val="single" w:sz="4" w:space="0" w:color="E78A49"/>
        <w:bottom w:val="single" w:sz="4" w:space="0" w:color="E78A49"/>
        <w:right w:val="single" w:sz="4" w:space="0" w:color="E78A49"/>
        <w:insideH w:val="single" w:sz="4" w:space="0" w:color="E78A49"/>
        <w:insideV w:val="single" w:sz="4" w:space="0" w:color="E78A49"/>
      </w:tblBorders>
    </w:tblPr>
    <w:tcPr>
      <w:shd w:val="clear" w:color="auto" w:fill="auto"/>
    </w:tc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auto"/>
        <w:sz w:val="18"/>
        <w:vertAlign w:val="baseli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rPr>
        <w:b w:val="0"/>
        <w:i w:val="0"/>
        <w:color w:val="auto"/>
      </w:rPr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auto"/>
      </w:tcPr>
    </w:tblStylePr>
    <w:tblStylePr w:type="band1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  <w:tl2br w:val="nil"/>
          <w:tr2bl w:val="nil"/>
        </w:tcBorders>
        <w:shd w:val="clear" w:color="auto" w:fill="auto"/>
      </w:tcPr>
    </w:tblStylePr>
  </w:style>
  <w:style w:type="table" w:customStyle="1" w:styleId="TableauRA">
    <w:name w:val="Tableau RA"/>
    <w:basedOn w:val="TableauNormal"/>
    <w:uiPriority w:val="99"/>
    <w:rsid w:val="00806AF7"/>
    <w:pPr>
      <w:spacing w:after="0" w:line="240" w:lineRule="auto"/>
    </w:pPr>
    <w:rPr>
      <w:rFonts w:ascii="Marianne Light" w:eastAsiaTheme="minorEastAsia" w:hAnsi="Marianne Light"/>
      <w:sz w:val="18"/>
      <w:lang w:eastAsia="zh-CN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pPr>
        <w:wordWrap/>
        <w:snapToGrid w:val="0"/>
        <w:spacing w:beforeLines="0" w:before="40" w:beforeAutospacing="0" w:afterLines="0" w:after="40" w:afterAutospacing="0" w:line="240" w:lineRule="auto"/>
        <w:ind w:leftChars="0" w:left="57" w:rightChars="0" w:right="57"/>
        <w:contextualSpacing/>
        <w:jc w:val="left"/>
        <w:outlineLvl w:val="4"/>
      </w:pPr>
      <w:rPr>
        <w:rFonts w:ascii="Marianne" w:hAnsi="Marianne"/>
        <w:b/>
        <w:i w:val="0"/>
        <w:color w:val="FFFFFF" w:themeColor="background1"/>
        <w:sz w:val="20"/>
      </w:rPr>
      <w:tblPr/>
      <w:tcPr>
        <w:shd w:val="clear" w:color="auto" w:fill="597F9B"/>
      </w:tcPr>
    </w:tblStylePr>
  </w:style>
  <w:style w:type="paragraph" w:customStyle="1" w:styleId="Titretableau">
    <w:name w:val="Titre tableau"/>
    <w:basedOn w:val="Normal"/>
    <w:uiPriority w:val="1"/>
    <w:qFormat/>
    <w:rsid w:val="00806AF7"/>
    <w:pPr>
      <w:widowControl w:val="0"/>
      <w:autoSpaceDE w:val="0"/>
      <w:autoSpaceDN w:val="0"/>
      <w:snapToGrid w:val="0"/>
      <w:spacing w:before="40" w:after="40" w:line="240" w:lineRule="auto"/>
      <w:ind w:left="57" w:right="57"/>
      <w:contextualSpacing/>
      <w:outlineLvl w:val="4"/>
    </w:pPr>
    <w:rPr>
      <w:rFonts w:ascii="Marianne" w:hAnsi="Marianne"/>
      <w:b/>
      <w:color w:val="FFFFFF"/>
      <w:spacing w:val="-2"/>
    </w:rPr>
  </w:style>
  <w:style w:type="paragraph" w:styleId="Titre">
    <w:name w:val="Title"/>
    <w:aliases w:val="Titre fiche"/>
    <w:basedOn w:val="Normal"/>
    <w:next w:val="Normal"/>
    <w:link w:val="TitreCar"/>
    <w:uiPriority w:val="7"/>
    <w:rsid w:val="00806AF7"/>
    <w:pPr>
      <w:jc w:val="center"/>
    </w:pPr>
    <w:rPr>
      <w:rFonts w:ascii="Marianne" w:hAnsi="Marianne"/>
      <w:b/>
      <w:bCs/>
      <w:sz w:val="32"/>
      <w:szCs w:val="32"/>
    </w:rPr>
  </w:style>
  <w:style w:type="character" w:customStyle="1" w:styleId="TitreCar">
    <w:name w:val="Titre Car"/>
    <w:aliases w:val="Titre fiche Car"/>
    <w:basedOn w:val="Policepardfaut"/>
    <w:link w:val="Titre"/>
    <w:uiPriority w:val="7"/>
    <w:rsid w:val="00806AF7"/>
    <w:rPr>
      <w:rFonts w:ascii="Marianne" w:hAnsi="Marianne"/>
      <w:b/>
      <w:bCs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06AF7"/>
    <w:pPr>
      <w:tabs>
        <w:tab w:val="right" w:pos="8222"/>
      </w:tabs>
    </w:pPr>
    <w:rPr>
      <w:rFonts w:ascii="Marianne" w:hAnsi="Marianne"/>
      <w:b/>
      <w:bCs/>
      <w:color w:val="215479"/>
      <w:sz w:val="24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806AF7"/>
    <w:pPr>
      <w:tabs>
        <w:tab w:val="right" w:leader="dot" w:pos="8222"/>
      </w:tabs>
      <w:ind w:left="993"/>
    </w:pPr>
    <w:rPr>
      <w:sz w:val="18"/>
      <w:szCs w:val="21"/>
    </w:rPr>
  </w:style>
  <w:style w:type="paragraph" w:styleId="TM2">
    <w:name w:val="toc 2"/>
    <w:basedOn w:val="TM3"/>
    <w:next w:val="Normal"/>
    <w:autoRedefine/>
    <w:uiPriority w:val="39"/>
    <w:unhideWhenUsed/>
    <w:rsid w:val="00806AF7"/>
    <w:pPr>
      <w:numPr>
        <w:numId w:val="5"/>
      </w:numPr>
      <w:tabs>
        <w:tab w:val="right" w:pos="8222"/>
      </w:tabs>
    </w:pPr>
  </w:style>
  <w:style w:type="table" w:styleId="Tramemoyenne1-Accent4">
    <w:name w:val="Medium Shading 1 Accent 4"/>
    <w:basedOn w:val="TableauNormal"/>
    <w:uiPriority w:val="63"/>
    <w:rsid w:val="00806AF7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ccentuation">
    <w:name w:val="Emphasis"/>
    <w:basedOn w:val="Policepardfaut"/>
    <w:uiPriority w:val="20"/>
    <w:qFormat/>
    <w:rsid w:val="00806AF7"/>
    <w:rPr>
      <w:i/>
      <w:iCs/>
    </w:rPr>
  </w:style>
  <w:style w:type="paragraph" w:customStyle="1" w:styleId="Tiretstableau">
    <w:name w:val="Tirets tableau"/>
    <w:basedOn w:val="Paragraphedeliste"/>
    <w:qFormat/>
    <w:rsid w:val="00806AF7"/>
    <w:pPr>
      <w:numPr>
        <w:numId w:val="6"/>
      </w:numPr>
      <w:suppressAutoHyphens/>
      <w:spacing w:before="20" w:after="20" w:line="240" w:lineRule="auto"/>
      <w:ind w:left="170" w:hanging="170"/>
      <w:contextualSpacing w:val="0"/>
    </w:pPr>
    <w:rPr>
      <w:rFonts w:ascii="Marianne" w:eastAsia="Times" w:hAnsi="Marianne" w:cs="Times"/>
      <w:sz w:val="17"/>
      <w:szCs w:val="18"/>
      <w:lang w:eastAsia="fr-FR"/>
    </w:rPr>
  </w:style>
  <w:style w:type="character" w:styleId="Emphaseple">
    <w:name w:val="Subtle Emphasis"/>
    <w:basedOn w:val="Policepardfaut"/>
    <w:uiPriority w:val="19"/>
    <w:qFormat/>
    <w:rsid w:val="00014E76"/>
    <w:rPr>
      <w:i/>
      <w:iCs/>
      <w:color w:val="404040" w:themeColor="text1" w:themeTint="BF"/>
    </w:rPr>
  </w:style>
  <w:style w:type="table" w:customStyle="1" w:styleId="Grilledutableau2">
    <w:name w:val="Grille du tableau2"/>
    <w:basedOn w:val="TableauNormal"/>
    <w:next w:val="Grilledutableau"/>
    <w:uiPriority w:val="59"/>
    <w:rsid w:val="0095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3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52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ilgot\Documents\Mod&#232;les%20Office%20personnalis&#233;s\RaFran&#231;ais24_cycle2_cp_s&#233;quence%20vocabulaire%20gabaris&#233;e%20BDI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4E537-FCD7-4AC2-A9AC-F63FA560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RaFrançais24_cycle2_cp_séquence vocabulaire gabarisée BDI.dotx</Template>
  <TotalTime>12</TotalTime>
  <Pages>8</Pages>
  <Words>1579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J.JULIEN</dc:creator>
  <cp:keywords/>
  <dc:description/>
  <cp:lastModifiedBy>Relecture interbureau</cp:lastModifiedBy>
  <cp:revision>4</cp:revision>
  <cp:lastPrinted>2025-06-20T14:10:00Z</cp:lastPrinted>
  <dcterms:created xsi:type="dcterms:W3CDTF">2025-08-27T14:22:00Z</dcterms:created>
  <dcterms:modified xsi:type="dcterms:W3CDTF">2025-10-07T08:37:00Z</dcterms:modified>
</cp:coreProperties>
</file>